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A78" w:rsidRPr="00F878C4" w:rsidRDefault="00180E15" w:rsidP="00685710">
      <w:pPr>
        <w:tabs>
          <w:tab w:val="left" w:pos="2840"/>
        </w:tabs>
        <w:overflowPunct/>
        <w:autoSpaceDE/>
        <w:autoSpaceDN/>
        <w:adjustRightInd/>
        <w:spacing w:before="120" w:after="240"/>
        <w:ind w:left="-993"/>
        <w:textAlignment w:val="auto"/>
        <w:rPr>
          <w:b/>
          <w:kern w:val="0"/>
          <w:sz w:val="36"/>
          <w:szCs w:val="36"/>
          <w:lang w:val="fr-CH" w:eastAsia="fr-CH"/>
        </w:rPr>
      </w:pPr>
      <w:r w:rsidRPr="00F878C4">
        <w:rPr>
          <w:b/>
          <w:noProof/>
          <w:kern w:val="0"/>
          <w:sz w:val="36"/>
          <w:szCs w:val="36"/>
          <w:lang w:eastAsia="de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5111064</wp:posOffset>
                </wp:positionH>
                <wp:positionV relativeFrom="paragraph">
                  <wp:posOffset>-23393</wp:posOffset>
                </wp:positionV>
                <wp:extent cx="848386" cy="321310"/>
                <wp:effectExtent l="0" t="0" r="27940" b="21590"/>
                <wp:wrapNone/>
                <wp:docPr id="25" name="Textfeld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8386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E15" w:rsidRDefault="00180E15" w:rsidP="00180E1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Modello</w:t>
                            </w:r>
                          </w:p>
                        </w:txbxContent>
                      </wps:txbx>
                      <wps:bodyPr rot="0" vert="horz" wrap="square" lIns="90000" tIns="45720" rIns="90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5" style="position:absolute;left:0;text-align:left;margin-left:402.45pt;margin-top:-1.85pt;width:66.8pt;height:2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">
                <v:textbox inset="2.5mm,,2.5mm">
                  <w:txbxContent>
                    <w:p w:rsidR="00180E15" w:rsidP="00180E15" w:rsidRDefault="00180E1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Modello</w:t>
                      </w:r>
                    </w:p>
                  </w:txbxContent>
                </v:textbox>
              </v:shape>
            </w:pict>
          </mc:Fallback>
        </mc:AlternateContent>
      </w:r>
      <w:r w:rsidR="00685710" w:rsidRPr="00F878C4">
        <w:rPr>
          <w:b/>
          <w:kern w:val="0"/>
          <w:sz w:val="36"/>
          <w:szCs w:val="36"/>
          <w:lang w:val="fr-CH" w:eastAsia="fr-CH"/>
        </w:rPr>
        <w:t xml:space="preserve">Piano di rete radio </w:t>
      </w:r>
    </w:p>
    <w:tbl>
      <w:tblPr>
        <w:tblW w:w="10344" w:type="dxa"/>
        <w:tblInd w:w="-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5"/>
        <w:gridCol w:w="1716"/>
        <w:gridCol w:w="1261"/>
        <w:gridCol w:w="1247"/>
        <w:gridCol w:w="2665"/>
      </w:tblGrid>
      <w:tr w:rsidR="00685710" w:rsidRPr="00F878C4" w:rsidTr="00DD6BB0">
        <w:trPr>
          <w:trHeight w:hRule="exact" w:val="680"/>
        </w:trPr>
        <w:tc>
          <w:tcPr>
            <w:tcW w:w="10344" w:type="dxa"/>
            <w:gridSpan w:val="5"/>
            <w:vAlign w:val="center"/>
          </w:tcPr>
          <w:p w:rsidR="00685710" w:rsidRPr="00F878C4" w:rsidRDefault="00685710" w:rsidP="00C6605C">
            <w:pPr>
              <w:tabs>
                <w:tab w:val="left" w:pos="3544"/>
                <w:tab w:val="right" w:leader="dot" w:pos="1006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b/>
                <w:kern w:val="0"/>
                <w:sz w:val="28"/>
                <w:szCs w:val="28"/>
                <w:lang w:val="fr-CH" w:eastAsia="fr-CH"/>
              </w:rPr>
            </w:pPr>
            <w:r w:rsidRPr="00F878C4">
              <w:rPr>
                <w:b/>
                <w:kern w:val="0"/>
                <w:sz w:val="28"/>
                <w:szCs w:val="28"/>
                <w:lang w:val="fr-CH" w:eastAsia="fr-CH"/>
              </w:rPr>
              <w:t xml:space="preserve">Organizzazione </w:t>
            </w:r>
            <w:r w:rsidR="00BE588F">
              <w:rPr>
                <w:kern w:val="0"/>
                <w:sz w:val="28"/>
                <w:szCs w:val="28"/>
                <w:lang w:val="fr-CH" w:eastAsia="fr-CH"/>
              </w:rPr>
              <w:t>:.......................................................................................</w:t>
            </w:r>
          </w:p>
        </w:tc>
      </w:tr>
      <w:tr w:rsidR="00354A78" w:rsidRPr="00F878C4" w:rsidTr="00AA0B0B">
        <w:trPr>
          <w:trHeight w:hRule="exact" w:val="978"/>
        </w:trPr>
        <w:tc>
          <w:tcPr>
            <w:tcW w:w="10344" w:type="dxa"/>
            <w:gridSpan w:val="5"/>
            <w:vAlign w:val="center"/>
          </w:tcPr>
          <w:p w:rsidR="00354A78" w:rsidRPr="00F878C4" w:rsidRDefault="00BE588F" w:rsidP="00D50F79">
            <w:pPr>
              <w:tabs>
                <w:tab w:val="left" w:pos="3544"/>
                <w:tab w:val="right" w:leader="dot" w:pos="1006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b/>
                <w:kern w:val="0"/>
                <w:sz w:val="28"/>
                <w:szCs w:val="28"/>
                <w:lang w:val="fr-CH" w:eastAsia="fr-CH"/>
              </w:rPr>
            </w:pPr>
            <w:r>
              <w:rPr>
                <w:b/>
                <w:kern w:val="0"/>
                <w:sz w:val="28"/>
                <w:szCs w:val="28"/>
                <w:lang w:val="fr-CH" w:eastAsia="fr-CH"/>
              </w:rPr>
              <w:t>Evento</w:t>
            </w:r>
            <w:r w:rsidR="00685710" w:rsidRPr="00F878C4">
              <w:rPr>
                <w:b/>
                <w:kern w:val="0"/>
                <w:sz w:val="28"/>
                <w:szCs w:val="28"/>
                <w:lang w:val="fr-CH" w:eastAsia="fr-CH"/>
              </w:rPr>
              <w:t xml:space="preserve"> </w:t>
            </w:r>
            <w:r w:rsidR="00C6605C" w:rsidRPr="00F878C4">
              <w:rPr>
                <w:kern w:val="0"/>
                <w:sz w:val="28"/>
                <w:szCs w:val="28"/>
                <w:lang w:val="fr-CH" w:eastAsia="fr-CH"/>
              </w:rPr>
              <w:t>:...........................</w:t>
            </w:r>
            <w:r>
              <w:rPr>
                <w:kern w:val="0"/>
                <w:sz w:val="28"/>
                <w:szCs w:val="28"/>
                <w:lang w:val="fr-CH" w:eastAsia="fr-CH"/>
              </w:rPr>
              <w:t>............................................................</w:t>
            </w:r>
            <w:r w:rsidR="00C6605C" w:rsidRPr="00F878C4">
              <w:rPr>
                <w:kern w:val="0"/>
                <w:sz w:val="28"/>
                <w:szCs w:val="28"/>
                <w:lang w:val="fr-CH" w:eastAsia="fr-CH"/>
              </w:rPr>
              <w:t xml:space="preserve">... </w:t>
            </w:r>
          </w:p>
        </w:tc>
      </w:tr>
      <w:tr w:rsidR="00354A78" w:rsidRPr="00F878C4" w:rsidTr="00DD6BB0">
        <w:trPr>
          <w:cantSplit/>
          <w:trHeight w:val="1393"/>
        </w:trPr>
        <w:tc>
          <w:tcPr>
            <w:tcW w:w="3455" w:type="dxa"/>
            <w:vAlign w:val="bottom"/>
          </w:tcPr>
          <w:p w:rsidR="00354A78" w:rsidRPr="00F878C4" w:rsidRDefault="00BE588F" w:rsidP="00354A78">
            <w:pPr>
              <w:tabs>
                <w:tab w:val="left" w:pos="2840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b/>
                <w:kern w:val="0"/>
                <w:sz w:val="28"/>
                <w:szCs w:val="28"/>
                <w:lang w:val="fr-CH" w:eastAsia="fr-CH"/>
              </w:rPr>
            </w:pPr>
            <w:r w:rsidRPr="00BE588F">
              <w:rPr>
                <w:b/>
                <w:kern w:val="0"/>
                <w:sz w:val="28"/>
                <w:szCs w:val="28"/>
                <w:lang w:val="fr-CH" w:eastAsia="fr-CH"/>
              </w:rPr>
              <w:t>Nome di chiamata</w:t>
            </w:r>
          </w:p>
        </w:tc>
        <w:tc>
          <w:tcPr>
            <w:tcW w:w="2977" w:type="dxa"/>
            <w:gridSpan w:val="2"/>
            <w:vAlign w:val="bottom"/>
          </w:tcPr>
          <w:p w:rsidR="00354A78" w:rsidRPr="00F878C4" w:rsidRDefault="0030446A" w:rsidP="00685710">
            <w:pPr>
              <w:tabs>
                <w:tab w:val="left" w:pos="2840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b/>
                <w:kern w:val="0"/>
                <w:sz w:val="28"/>
                <w:szCs w:val="28"/>
                <w:lang w:val="fr-CH" w:eastAsia="fr-CH"/>
              </w:rPr>
            </w:pPr>
            <w:r w:rsidRPr="00F878C4">
              <w:rPr>
                <w:b/>
                <w:kern w:val="0"/>
                <w:sz w:val="28"/>
                <w:szCs w:val="28"/>
                <w:lang w:val="fr-CH" w:eastAsia="fr-CH"/>
              </w:rPr>
              <w:t xml:space="preserve">N° </w:t>
            </w:r>
            <w:r w:rsidR="00685710" w:rsidRPr="00F878C4">
              <w:rPr>
                <w:b/>
                <w:kern w:val="0"/>
                <w:sz w:val="28"/>
                <w:szCs w:val="28"/>
                <w:lang w:val="fr-CH" w:eastAsia="fr-CH"/>
              </w:rPr>
              <w:t xml:space="preserve">di </w:t>
            </w:r>
            <w:r w:rsidRPr="00F878C4">
              <w:rPr>
                <w:b/>
                <w:kern w:val="0"/>
                <w:sz w:val="28"/>
                <w:szCs w:val="28"/>
                <w:lang w:val="fr-CH" w:eastAsia="fr-CH"/>
              </w:rPr>
              <w:t>terminale</w:t>
            </w:r>
          </w:p>
          <w:p w:rsidR="00180E15" w:rsidRPr="00F878C4" w:rsidRDefault="00180E15" w:rsidP="00685710">
            <w:pPr>
              <w:tabs>
                <w:tab w:val="left" w:pos="2840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b/>
                <w:kern w:val="0"/>
                <w:sz w:val="20"/>
                <w:szCs w:val="20"/>
                <w:lang w:val="fr-CH" w:eastAsia="fr-CH"/>
              </w:rPr>
            </w:pPr>
            <w:r w:rsidRPr="00F878C4">
              <w:rPr>
                <w:b/>
                <w:kern w:val="0"/>
                <w:sz w:val="20"/>
                <w:szCs w:val="20"/>
                <w:lang w:val="fr-CH" w:eastAsia="fr-CH"/>
              </w:rPr>
              <w:t>Funzione | Nom</w:t>
            </w:r>
            <w:r w:rsidR="00BE588F">
              <w:rPr>
                <w:b/>
                <w:kern w:val="0"/>
                <w:sz w:val="20"/>
                <w:szCs w:val="20"/>
                <w:lang w:val="fr-CH" w:eastAsia="fr-CH"/>
              </w:rPr>
              <w:t>e</w:t>
            </w:r>
          </w:p>
        </w:tc>
        <w:tc>
          <w:tcPr>
            <w:tcW w:w="1247" w:type="dxa"/>
            <w:vAlign w:val="bottom"/>
          </w:tcPr>
          <w:p w:rsidR="00354A78" w:rsidRPr="00F878C4" w:rsidRDefault="00DD6BB0" w:rsidP="00BE588F">
            <w:pPr>
              <w:tabs>
                <w:tab w:val="left" w:pos="2840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b/>
                <w:kern w:val="0"/>
                <w:sz w:val="28"/>
                <w:szCs w:val="28"/>
                <w:lang w:val="fr-CH" w:eastAsia="fr-CH"/>
              </w:rPr>
            </w:pPr>
            <w:r w:rsidRPr="00F878C4">
              <w:rPr>
                <w:b/>
                <w:kern w:val="0"/>
                <w:sz w:val="28"/>
                <w:szCs w:val="28"/>
                <w:lang w:val="fr-CH" w:eastAsia="fr-CH"/>
              </w:rPr>
              <w:t xml:space="preserve">Sul </w:t>
            </w:r>
            <w:r w:rsidR="00BE588F">
              <w:rPr>
                <w:b/>
                <w:kern w:val="0"/>
                <w:sz w:val="28"/>
                <w:szCs w:val="28"/>
                <w:lang w:val="fr-CH" w:eastAsia="fr-CH"/>
              </w:rPr>
              <w:t>rete</w:t>
            </w:r>
          </w:p>
        </w:tc>
        <w:tc>
          <w:tcPr>
            <w:tcW w:w="2665" w:type="dxa"/>
            <w:vAlign w:val="bottom"/>
          </w:tcPr>
          <w:p w:rsidR="00354A78" w:rsidRPr="00F878C4" w:rsidRDefault="00BE588F" w:rsidP="00354A78">
            <w:pPr>
              <w:tabs>
                <w:tab w:val="left" w:pos="2840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b/>
                <w:kern w:val="0"/>
                <w:sz w:val="28"/>
                <w:szCs w:val="28"/>
                <w:lang w:val="fr-CH" w:eastAsia="fr-CH"/>
              </w:rPr>
            </w:pPr>
            <w:r w:rsidRPr="00BE588F">
              <w:rPr>
                <w:b/>
                <w:kern w:val="0"/>
                <w:sz w:val="28"/>
                <w:szCs w:val="28"/>
                <w:lang w:val="fr-CH" w:eastAsia="fr-CH"/>
              </w:rPr>
              <w:t>Osservazioni</w:t>
            </w:r>
          </w:p>
        </w:tc>
      </w:tr>
      <w:tr w:rsidR="00DD6BB0" w:rsidRPr="00F878C4" w:rsidTr="00DD6BB0">
        <w:trPr>
          <w:trHeight w:hRule="exact" w:val="624"/>
        </w:trPr>
        <w:tc>
          <w:tcPr>
            <w:tcW w:w="3455" w:type="dxa"/>
            <w:vAlign w:val="bottom"/>
          </w:tcPr>
          <w:p w:rsidR="00354A78" w:rsidRPr="00F878C4" w:rsidRDefault="00BE588F" w:rsidP="00E87788">
            <w:pPr>
              <w:tabs>
                <w:tab w:val="left" w:pos="2840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color w:val="7F7F7F" w:themeColor="text1" w:themeTint="80"/>
                <w:kern w:val="0"/>
                <w:sz w:val="24"/>
                <w:szCs w:val="24"/>
                <w:lang w:val="fr-CH" w:eastAsia="fr-CH"/>
              </w:rPr>
            </w:pPr>
            <w:r>
              <w:rPr>
                <w:color w:val="7F7F7F" w:themeColor="text1" w:themeTint="80"/>
                <w:kern w:val="0"/>
                <w:sz w:val="24"/>
                <w:szCs w:val="24"/>
                <w:lang w:val="fr-CH" w:eastAsia="fr-CH"/>
              </w:rPr>
              <w:t>PC retrovie</w:t>
            </w:r>
          </w:p>
        </w:tc>
        <w:tc>
          <w:tcPr>
            <w:tcW w:w="2977" w:type="dxa"/>
            <w:gridSpan w:val="2"/>
            <w:vAlign w:val="bottom"/>
          </w:tcPr>
          <w:p w:rsidR="00354A78" w:rsidRPr="00F878C4" w:rsidRDefault="00180E15" w:rsidP="00354A78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color w:val="7F7F7F" w:themeColor="text1" w:themeTint="80"/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color w:val="7F7F7F" w:themeColor="text1" w:themeTint="80"/>
                <w:kern w:val="0"/>
                <w:sz w:val="24"/>
                <w:szCs w:val="24"/>
                <w:lang w:val="fr-CH" w:eastAsia="fr-CH"/>
              </w:rPr>
              <w:t>902 44 1111</w:t>
            </w:r>
          </w:p>
        </w:tc>
        <w:tc>
          <w:tcPr>
            <w:tcW w:w="1247" w:type="dxa"/>
            <w:vAlign w:val="bottom"/>
          </w:tcPr>
          <w:p w:rsidR="00354A78" w:rsidRPr="00F878C4" w:rsidRDefault="00BE588F" w:rsidP="00354A78">
            <w:pPr>
              <w:tabs>
                <w:tab w:val="left" w:pos="2840"/>
              </w:tabs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b/>
                <w:color w:val="7F7F7F" w:themeColor="text1" w:themeTint="80"/>
                <w:kern w:val="0"/>
                <w:sz w:val="24"/>
                <w:szCs w:val="24"/>
                <w:lang w:val="fr-CH" w:eastAsia="fr-CH"/>
              </w:rPr>
            </w:pPr>
            <w:r>
              <w:rPr>
                <w:b/>
                <w:color w:val="7F7F7F" w:themeColor="text1" w:themeTint="80"/>
                <w:kern w:val="0"/>
                <w:sz w:val="24"/>
                <w:szCs w:val="24"/>
                <w:lang w:val="fr-CH" w:eastAsia="fr-CH"/>
              </w:rPr>
              <w:t>si</w:t>
            </w:r>
          </w:p>
        </w:tc>
        <w:tc>
          <w:tcPr>
            <w:tcW w:w="2665" w:type="dxa"/>
            <w:vAlign w:val="bottom"/>
          </w:tcPr>
          <w:p w:rsidR="00354A78" w:rsidRPr="00F878C4" w:rsidRDefault="00180E15" w:rsidP="00354A78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color w:val="7F7F7F" w:themeColor="text1" w:themeTint="80"/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color w:val="7F7F7F" w:themeColor="text1" w:themeTint="80"/>
                <w:kern w:val="0"/>
                <w:sz w:val="24"/>
                <w:szCs w:val="24"/>
                <w:lang w:val="fr-CH" w:eastAsia="fr-CH"/>
              </w:rPr>
              <w:t>G2 Smart</w:t>
            </w:r>
          </w:p>
        </w:tc>
      </w:tr>
      <w:tr w:rsidR="00DD6BB0" w:rsidRPr="00F878C4" w:rsidTr="00DD6BB0">
        <w:trPr>
          <w:trHeight w:hRule="exact" w:val="624"/>
        </w:trPr>
        <w:tc>
          <w:tcPr>
            <w:tcW w:w="3455" w:type="dxa"/>
          </w:tcPr>
          <w:p w:rsidR="00C6605C" w:rsidRPr="00F878C4" w:rsidRDefault="00BE588F" w:rsidP="00C6605C">
            <w:pPr>
              <w:rPr>
                <w:color w:val="7F7F7F" w:themeColor="text1" w:themeTint="80"/>
                <w:sz w:val="24"/>
                <w:szCs w:val="24"/>
                <w:lang w:val="fr-CH" w:eastAsia="fr-CH"/>
              </w:rPr>
            </w:pPr>
            <w:r>
              <w:rPr>
                <w:color w:val="7F7F7F" w:themeColor="text1" w:themeTint="80"/>
                <w:sz w:val="24"/>
                <w:szCs w:val="24"/>
                <w:lang w:val="fr-CH" w:eastAsia="fr-CH"/>
              </w:rPr>
              <w:br/>
              <w:t>commandante di compagnia</w:t>
            </w:r>
          </w:p>
        </w:tc>
        <w:tc>
          <w:tcPr>
            <w:tcW w:w="2977" w:type="dxa"/>
            <w:gridSpan w:val="2"/>
            <w:vAlign w:val="bottom"/>
          </w:tcPr>
          <w:p w:rsidR="00C6605C" w:rsidRPr="00F878C4" w:rsidRDefault="00180E15" w:rsidP="00180E15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color w:val="7F7F7F" w:themeColor="text1" w:themeTint="80"/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color w:val="7F7F7F" w:themeColor="text1" w:themeTint="80"/>
                <w:kern w:val="0"/>
                <w:sz w:val="24"/>
                <w:szCs w:val="24"/>
                <w:lang w:val="fr-CH" w:eastAsia="fr-CH"/>
              </w:rPr>
              <w:t>902 44 1120 | Suisse</w:t>
            </w:r>
          </w:p>
        </w:tc>
        <w:tc>
          <w:tcPr>
            <w:tcW w:w="1247" w:type="dxa"/>
            <w:vAlign w:val="bottom"/>
          </w:tcPr>
          <w:p w:rsidR="00C6605C" w:rsidRPr="00F878C4" w:rsidRDefault="00C6605C" w:rsidP="00C6605C">
            <w:pPr>
              <w:tabs>
                <w:tab w:val="left" w:pos="2840"/>
              </w:tabs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b/>
                <w:color w:val="7F7F7F" w:themeColor="text1" w:themeTint="80"/>
                <w:kern w:val="0"/>
                <w:sz w:val="24"/>
                <w:szCs w:val="24"/>
                <w:lang w:val="fr-CH" w:eastAsia="fr-CH"/>
              </w:rPr>
            </w:pPr>
          </w:p>
        </w:tc>
        <w:tc>
          <w:tcPr>
            <w:tcW w:w="2665" w:type="dxa"/>
            <w:vAlign w:val="bottom"/>
          </w:tcPr>
          <w:p w:rsidR="00C6605C" w:rsidRPr="00F878C4" w:rsidRDefault="00180E15" w:rsidP="00C6605C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color w:val="7F7F7F" w:themeColor="text1" w:themeTint="80"/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color w:val="7F7F7F" w:themeColor="text1" w:themeTint="80"/>
                <w:kern w:val="0"/>
                <w:sz w:val="24"/>
                <w:szCs w:val="24"/>
                <w:lang w:val="fr-CH" w:eastAsia="fr-CH"/>
              </w:rPr>
              <w:t>TPH 900</w:t>
            </w:r>
          </w:p>
        </w:tc>
      </w:tr>
      <w:tr w:rsidR="00DD6BB0" w:rsidRPr="00F878C4" w:rsidTr="002F4AB9">
        <w:trPr>
          <w:trHeight w:hRule="exact" w:val="624"/>
        </w:trPr>
        <w:tc>
          <w:tcPr>
            <w:tcW w:w="3455" w:type="dxa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2977" w:type="dxa"/>
            <w:gridSpan w:val="2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1247" w:type="dxa"/>
            <w:vAlign w:val="bottom"/>
          </w:tcPr>
          <w:p w:rsidR="00DD6BB0" w:rsidRPr="00F878C4" w:rsidRDefault="00DD6BB0" w:rsidP="00DD6BB0">
            <w:pPr>
              <w:tabs>
                <w:tab w:val="left" w:pos="2840"/>
              </w:tabs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b/>
                <w:kern w:val="0"/>
                <w:sz w:val="24"/>
                <w:szCs w:val="24"/>
                <w:lang w:val="fr-CH" w:eastAsia="fr-CH"/>
              </w:rPr>
            </w:pPr>
          </w:p>
        </w:tc>
        <w:tc>
          <w:tcPr>
            <w:tcW w:w="2665" w:type="dxa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</w:tr>
      <w:tr w:rsidR="00DD6BB0" w:rsidRPr="00F878C4" w:rsidTr="002F4AB9">
        <w:trPr>
          <w:trHeight w:hRule="exact" w:val="624"/>
        </w:trPr>
        <w:tc>
          <w:tcPr>
            <w:tcW w:w="3455" w:type="dxa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2977" w:type="dxa"/>
            <w:gridSpan w:val="2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1247" w:type="dxa"/>
            <w:vAlign w:val="bottom"/>
          </w:tcPr>
          <w:p w:rsidR="00DD6BB0" w:rsidRPr="00F878C4" w:rsidRDefault="00DD6BB0" w:rsidP="00DD6BB0">
            <w:pPr>
              <w:tabs>
                <w:tab w:val="left" w:pos="2840"/>
              </w:tabs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b/>
                <w:kern w:val="0"/>
                <w:sz w:val="24"/>
                <w:szCs w:val="24"/>
                <w:lang w:val="fr-CH" w:eastAsia="fr-CH"/>
              </w:rPr>
            </w:pPr>
          </w:p>
        </w:tc>
        <w:tc>
          <w:tcPr>
            <w:tcW w:w="2665" w:type="dxa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</w:tr>
      <w:tr w:rsidR="00DD6BB0" w:rsidRPr="00F878C4" w:rsidTr="009562EA">
        <w:trPr>
          <w:trHeight w:hRule="exact" w:val="624"/>
        </w:trPr>
        <w:tc>
          <w:tcPr>
            <w:tcW w:w="3455" w:type="dxa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2977" w:type="dxa"/>
            <w:gridSpan w:val="2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1247" w:type="dxa"/>
            <w:vAlign w:val="bottom"/>
          </w:tcPr>
          <w:p w:rsidR="00DD6BB0" w:rsidRPr="00F878C4" w:rsidRDefault="00DD6BB0" w:rsidP="00DD6BB0">
            <w:pPr>
              <w:tabs>
                <w:tab w:val="left" w:pos="2840"/>
              </w:tabs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b/>
                <w:kern w:val="0"/>
                <w:sz w:val="24"/>
                <w:szCs w:val="24"/>
                <w:lang w:val="fr-CH" w:eastAsia="fr-CH"/>
              </w:rPr>
            </w:pPr>
          </w:p>
        </w:tc>
        <w:tc>
          <w:tcPr>
            <w:tcW w:w="2665" w:type="dxa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</w:tr>
      <w:tr w:rsidR="00DD6BB0" w:rsidRPr="00F878C4" w:rsidTr="00D45347">
        <w:trPr>
          <w:trHeight w:hRule="exact" w:val="624"/>
        </w:trPr>
        <w:tc>
          <w:tcPr>
            <w:tcW w:w="3455" w:type="dxa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2977" w:type="dxa"/>
            <w:gridSpan w:val="2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1247" w:type="dxa"/>
            <w:vAlign w:val="bottom"/>
          </w:tcPr>
          <w:p w:rsidR="00DD6BB0" w:rsidRPr="00F878C4" w:rsidRDefault="00DD6BB0" w:rsidP="00DD6BB0">
            <w:pPr>
              <w:tabs>
                <w:tab w:val="left" w:pos="2840"/>
              </w:tabs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b/>
                <w:kern w:val="0"/>
                <w:sz w:val="24"/>
                <w:szCs w:val="24"/>
                <w:lang w:val="fr-CH" w:eastAsia="fr-CH"/>
              </w:rPr>
            </w:pPr>
          </w:p>
        </w:tc>
        <w:tc>
          <w:tcPr>
            <w:tcW w:w="2665" w:type="dxa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</w:tr>
      <w:tr w:rsidR="00DD6BB0" w:rsidRPr="00F878C4" w:rsidTr="00D45347">
        <w:trPr>
          <w:trHeight w:hRule="exact" w:val="624"/>
        </w:trPr>
        <w:tc>
          <w:tcPr>
            <w:tcW w:w="3455" w:type="dxa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2977" w:type="dxa"/>
            <w:gridSpan w:val="2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1247" w:type="dxa"/>
            <w:vAlign w:val="bottom"/>
          </w:tcPr>
          <w:p w:rsidR="00DD6BB0" w:rsidRPr="00F878C4" w:rsidRDefault="00DD6BB0" w:rsidP="00DD6BB0">
            <w:pPr>
              <w:tabs>
                <w:tab w:val="left" w:pos="2840"/>
              </w:tabs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b/>
                <w:kern w:val="0"/>
                <w:sz w:val="24"/>
                <w:szCs w:val="24"/>
                <w:lang w:val="fr-CH" w:eastAsia="fr-CH"/>
              </w:rPr>
            </w:pPr>
          </w:p>
        </w:tc>
        <w:tc>
          <w:tcPr>
            <w:tcW w:w="2665" w:type="dxa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</w:tr>
      <w:tr w:rsidR="00DD6BB0" w:rsidRPr="00F878C4" w:rsidTr="004F655D">
        <w:trPr>
          <w:trHeight w:hRule="exact" w:val="624"/>
        </w:trPr>
        <w:tc>
          <w:tcPr>
            <w:tcW w:w="3455" w:type="dxa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2977" w:type="dxa"/>
            <w:gridSpan w:val="2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1247" w:type="dxa"/>
            <w:vAlign w:val="bottom"/>
          </w:tcPr>
          <w:p w:rsidR="00DD6BB0" w:rsidRPr="00F878C4" w:rsidRDefault="00DD6BB0" w:rsidP="00DD6BB0">
            <w:pPr>
              <w:tabs>
                <w:tab w:val="left" w:pos="2840"/>
              </w:tabs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b/>
                <w:kern w:val="0"/>
                <w:sz w:val="24"/>
                <w:szCs w:val="24"/>
                <w:lang w:val="fr-CH" w:eastAsia="fr-CH"/>
              </w:rPr>
            </w:pPr>
          </w:p>
        </w:tc>
        <w:tc>
          <w:tcPr>
            <w:tcW w:w="2665" w:type="dxa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</w:tr>
      <w:tr w:rsidR="00DD6BB0" w:rsidRPr="00F878C4" w:rsidTr="004F655D">
        <w:trPr>
          <w:trHeight w:hRule="exact" w:val="624"/>
        </w:trPr>
        <w:tc>
          <w:tcPr>
            <w:tcW w:w="3455" w:type="dxa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2977" w:type="dxa"/>
            <w:gridSpan w:val="2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1247" w:type="dxa"/>
            <w:vAlign w:val="bottom"/>
          </w:tcPr>
          <w:p w:rsidR="00DD6BB0" w:rsidRPr="00F878C4" w:rsidRDefault="00DD6BB0" w:rsidP="00DD6BB0">
            <w:pPr>
              <w:tabs>
                <w:tab w:val="left" w:pos="2840"/>
              </w:tabs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b/>
                <w:kern w:val="0"/>
                <w:sz w:val="24"/>
                <w:szCs w:val="24"/>
                <w:lang w:val="fr-CH" w:eastAsia="fr-CH"/>
              </w:rPr>
            </w:pPr>
          </w:p>
        </w:tc>
        <w:tc>
          <w:tcPr>
            <w:tcW w:w="2665" w:type="dxa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</w:tr>
      <w:tr w:rsidR="00DD6BB0" w:rsidRPr="00F878C4" w:rsidTr="00D421DB">
        <w:trPr>
          <w:trHeight w:hRule="exact" w:val="624"/>
        </w:trPr>
        <w:tc>
          <w:tcPr>
            <w:tcW w:w="3455" w:type="dxa"/>
            <w:vAlign w:val="bottom"/>
          </w:tcPr>
          <w:p w:rsidR="00DD6BB0" w:rsidRPr="00F878C4" w:rsidRDefault="00BE588F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2977" w:type="dxa"/>
            <w:gridSpan w:val="2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1247" w:type="dxa"/>
            <w:vAlign w:val="bottom"/>
          </w:tcPr>
          <w:p w:rsidR="00DD6BB0" w:rsidRPr="00F878C4" w:rsidRDefault="00DD6BB0" w:rsidP="00DD6BB0">
            <w:pPr>
              <w:tabs>
                <w:tab w:val="left" w:pos="2840"/>
              </w:tabs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b/>
                <w:kern w:val="0"/>
                <w:sz w:val="24"/>
                <w:szCs w:val="24"/>
                <w:lang w:val="fr-CH" w:eastAsia="fr-CH"/>
              </w:rPr>
            </w:pPr>
          </w:p>
        </w:tc>
        <w:tc>
          <w:tcPr>
            <w:tcW w:w="2665" w:type="dxa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</w:tr>
      <w:tr w:rsidR="00DD6BB0" w:rsidRPr="00F878C4" w:rsidTr="00D421DB">
        <w:trPr>
          <w:trHeight w:hRule="exact" w:val="624"/>
        </w:trPr>
        <w:tc>
          <w:tcPr>
            <w:tcW w:w="3455" w:type="dxa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2977" w:type="dxa"/>
            <w:gridSpan w:val="2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1247" w:type="dxa"/>
            <w:vAlign w:val="bottom"/>
          </w:tcPr>
          <w:p w:rsidR="00DD6BB0" w:rsidRPr="00F878C4" w:rsidRDefault="00DD6BB0" w:rsidP="00DD6BB0">
            <w:pPr>
              <w:tabs>
                <w:tab w:val="left" w:pos="2840"/>
              </w:tabs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b/>
                <w:kern w:val="0"/>
                <w:sz w:val="24"/>
                <w:szCs w:val="24"/>
                <w:lang w:val="fr-CH" w:eastAsia="fr-CH"/>
              </w:rPr>
            </w:pPr>
          </w:p>
        </w:tc>
        <w:tc>
          <w:tcPr>
            <w:tcW w:w="2665" w:type="dxa"/>
            <w:vAlign w:val="bottom"/>
          </w:tcPr>
          <w:p w:rsidR="00DD6BB0" w:rsidRPr="00F878C4" w:rsidRDefault="00DD6BB0" w:rsidP="00DD6BB0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</w:tr>
      <w:tr w:rsidR="00354A78" w:rsidRPr="00F878C4" w:rsidTr="00DD6BB0">
        <w:trPr>
          <w:trHeight w:hRule="exact" w:val="624"/>
        </w:trPr>
        <w:tc>
          <w:tcPr>
            <w:tcW w:w="3455" w:type="dxa"/>
            <w:vAlign w:val="bottom"/>
          </w:tcPr>
          <w:p w:rsidR="00354A78" w:rsidRPr="00F878C4" w:rsidRDefault="00354A78" w:rsidP="00354A78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2977" w:type="dxa"/>
            <w:gridSpan w:val="2"/>
            <w:vAlign w:val="bottom"/>
          </w:tcPr>
          <w:p w:rsidR="00354A78" w:rsidRPr="00F878C4" w:rsidRDefault="00354A78" w:rsidP="00354A78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1247" w:type="dxa"/>
            <w:vAlign w:val="bottom"/>
          </w:tcPr>
          <w:p w:rsidR="00354A78" w:rsidRPr="00F878C4" w:rsidRDefault="00354A78" w:rsidP="00354A78">
            <w:pPr>
              <w:tabs>
                <w:tab w:val="left" w:pos="2840"/>
              </w:tabs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b/>
                <w:kern w:val="0"/>
                <w:sz w:val="24"/>
                <w:szCs w:val="24"/>
                <w:lang w:val="fr-CH" w:eastAsia="fr-CH"/>
              </w:rPr>
            </w:pPr>
          </w:p>
        </w:tc>
        <w:tc>
          <w:tcPr>
            <w:tcW w:w="2665" w:type="dxa"/>
            <w:vAlign w:val="bottom"/>
          </w:tcPr>
          <w:p w:rsidR="00354A78" w:rsidRPr="00F878C4" w:rsidRDefault="00354A78" w:rsidP="00354A78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</w:tr>
      <w:tr w:rsidR="00354A78" w:rsidRPr="00F878C4" w:rsidTr="00DD6BB0">
        <w:trPr>
          <w:trHeight w:hRule="exact" w:val="624"/>
        </w:trPr>
        <w:tc>
          <w:tcPr>
            <w:tcW w:w="3455" w:type="dxa"/>
            <w:vAlign w:val="bottom"/>
          </w:tcPr>
          <w:p w:rsidR="00354A78" w:rsidRPr="00F878C4" w:rsidRDefault="00354A78" w:rsidP="00354A78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2977" w:type="dxa"/>
            <w:gridSpan w:val="2"/>
            <w:vAlign w:val="bottom"/>
          </w:tcPr>
          <w:p w:rsidR="00354A78" w:rsidRPr="00F878C4" w:rsidRDefault="00354A78" w:rsidP="00354A78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1247" w:type="dxa"/>
            <w:vAlign w:val="bottom"/>
          </w:tcPr>
          <w:p w:rsidR="00354A78" w:rsidRPr="00F878C4" w:rsidRDefault="00354A78" w:rsidP="00354A78">
            <w:pPr>
              <w:tabs>
                <w:tab w:val="left" w:pos="2840"/>
              </w:tabs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b/>
                <w:kern w:val="0"/>
                <w:sz w:val="24"/>
                <w:szCs w:val="24"/>
                <w:lang w:val="fr-CH" w:eastAsia="fr-CH"/>
              </w:rPr>
            </w:pPr>
          </w:p>
        </w:tc>
        <w:tc>
          <w:tcPr>
            <w:tcW w:w="2665" w:type="dxa"/>
            <w:vAlign w:val="bottom"/>
          </w:tcPr>
          <w:p w:rsidR="00354A78" w:rsidRPr="00F878C4" w:rsidRDefault="00354A78" w:rsidP="00354A78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</w:tr>
      <w:tr w:rsidR="00DD6BB0" w:rsidRPr="00F878C4" w:rsidTr="00B110AA">
        <w:trPr>
          <w:trHeight w:hRule="exact" w:val="624"/>
        </w:trPr>
        <w:tc>
          <w:tcPr>
            <w:tcW w:w="3455" w:type="dxa"/>
            <w:vAlign w:val="bottom"/>
          </w:tcPr>
          <w:p w:rsidR="00DD6BB0" w:rsidRPr="00F878C4" w:rsidRDefault="00DD6BB0" w:rsidP="00B110AA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2977" w:type="dxa"/>
            <w:gridSpan w:val="2"/>
            <w:vAlign w:val="bottom"/>
          </w:tcPr>
          <w:p w:rsidR="00DD6BB0" w:rsidRPr="00F878C4" w:rsidRDefault="00DD6BB0" w:rsidP="00B110AA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  <w:tc>
          <w:tcPr>
            <w:tcW w:w="1247" w:type="dxa"/>
            <w:vAlign w:val="bottom"/>
          </w:tcPr>
          <w:p w:rsidR="00DD6BB0" w:rsidRPr="00F878C4" w:rsidRDefault="00DD6BB0" w:rsidP="00B110AA">
            <w:pPr>
              <w:tabs>
                <w:tab w:val="left" w:pos="2840"/>
              </w:tabs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b/>
                <w:kern w:val="0"/>
                <w:sz w:val="24"/>
                <w:szCs w:val="24"/>
                <w:lang w:val="fr-CH" w:eastAsia="fr-CH"/>
              </w:rPr>
            </w:pPr>
          </w:p>
        </w:tc>
        <w:tc>
          <w:tcPr>
            <w:tcW w:w="2665" w:type="dxa"/>
            <w:vAlign w:val="bottom"/>
          </w:tcPr>
          <w:p w:rsidR="00DD6BB0" w:rsidRPr="00F878C4" w:rsidRDefault="00DD6BB0" w:rsidP="00B110AA">
            <w:pPr>
              <w:tabs>
                <w:tab w:val="left" w:pos="0"/>
                <w:tab w:val="right" w:leader="dot" w:pos="2835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ab/>
            </w:r>
          </w:p>
        </w:tc>
      </w:tr>
      <w:tr w:rsidR="00354A78" w:rsidRPr="00D50F79" w:rsidTr="00DD6BB0">
        <w:trPr>
          <w:trHeight w:hRule="exact" w:val="799"/>
        </w:trPr>
        <w:tc>
          <w:tcPr>
            <w:tcW w:w="5171" w:type="dxa"/>
            <w:gridSpan w:val="2"/>
            <w:vAlign w:val="bottom"/>
          </w:tcPr>
          <w:p w:rsidR="00354A78" w:rsidRPr="00F878C4" w:rsidRDefault="00D50F79" w:rsidP="00BE588F">
            <w:pPr>
              <w:tabs>
                <w:tab w:val="left" w:pos="2127"/>
                <w:tab w:val="right" w:leader="dot" w:pos="4820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>
              <w:rPr>
                <w:kern w:val="0"/>
                <w:sz w:val="24"/>
                <w:szCs w:val="24"/>
                <w:lang w:val="fr-CH" w:eastAsia="fr-CH"/>
              </w:rPr>
              <w:t xml:space="preserve">GO </w:t>
            </w:r>
            <w:r w:rsidR="00180E15" w:rsidRPr="00F878C4">
              <w:rPr>
                <w:kern w:val="0"/>
                <w:sz w:val="24"/>
                <w:szCs w:val="24"/>
                <w:lang w:val="fr-CH" w:eastAsia="fr-CH"/>
              </w:rPr>
              <w:t xml:space="preserve">| dir | </w:t>
            </w:r>
            <w:r w:rsidR="00BE588F">
              <w:rPr>
                <w:kern w:val="0"/>
                <w:sz w:val="24"/>
                <w:szCs w:val="24"/>
                <w:lang w:val="fr-CH" w:eastAsia="fr-CH"/>
              </w:rPr>
              <w:t>relè</w:t>
            </w:r>
            <w:r w:rsidR="00180E15" w:rsidRPr="00F878C4">
              <w:rPr>
                <w:kern w:val="0"/>
                <w:sz w:val="24"/>
                <w:szCs w:val="24"/>
                <w:lang w:val="fr-CH" w:eastAsia="fr-CH"/>
              </w:rPr>
              <w:t xml:space="preserve"> </w:t>
            </w:r>
            <w:r w:rsidR="00354A78" w:rsidRPr="00F878C4">
              <w:rPr>
                <w:kern w:val="0"/>
                <w:sz w:val="24"/>
                <w:szCs w:val="24"/>
                <w:lang w:val="fr-CH" w:eastAsia="fr-CH"/>
              </w:rPr>
              <w:t xml:space="preserve">: </w:t>
            </w:r>
            <w:r w:rsidR="00DD6BB0" w:rsidRPr="00F878C4">
              <w:rPr>
                <w:kern w:val="0"/>
                <w:sz w:val="24"/>
                <w:szCs w:val="24"/>
                <w:lang w:val="fr-CH" w:eastAsia="fr-CH"/>
              </w:rPr>
              <w:t>..........</w:t>
            </w:r>
            <w:r w:rsidR="00BE588F">
              <w:rPr>
                <w:kern w:val="0"/>
                <w:sz w:val="24"/>
                <w:szCs w:val="24"/>
                <w:lang w:val="fr-CH" w:eastAsia="fr-CH"/>
              </w:rPr>
              <w:t>...............................</w:t>
            </w:r>
            <w:r w:rsidR="00180E15" w:rsidRPr="00F878C4">
              <w:rPr>
                <w:kern w:val="0"/>
                <w:sz w:val="24"/>
                <w:szCs w:val="24"/>
                <w:lang w:val="fr-CH" w:eastAsia="fr-CH"/>
              </w:rPr>
              <w:t>.....</w:t>
            </w:r>
          </w:p>
        </w:tc>
        <w:tc>
          <w:tcPr>
            <w:tcW w:w="5173" w:type="dxa"/>
            <w:gridSpan w:val="3"/>
            <w:vAlign w:val="bottom"/>
          </w:tcPr>
          <w:p w:rsidR="00180E15" w:rsidRPr="00F878C4" w:rsidRDefault="00DD6BB0" w:rsidP="00180E15">
            <w:pPr>
              <w:tabs>
                <w:tab w:val="left" w:pos="2626"/>
                <w:tab w:val="right" w:leader="dot" w:pos="4894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16"/>
                <w:lang w:val="fr-CH" w:eastAsia="fr-CH"/>
              </w:rPr>
            </w:pPr>
            <w:r w:rsidRPr="00F878C4">
              <w:rPr>
                <w:kern w:val="0"/>
                <w:sz w:val="24"/>
                <w:szCs w:val="16"/>
                <w:lang w:val="fr-CH" w:eastAsia="fr-CH"/>
              </w:rPr>
              <w:t>(</w:t>
            </w:r>
            <w:r w:rsidR="00F878C4" w:rsidRPr="00F878C4">
              <w:rPr>
                <w:kern w:val="0"/>
                <w:sz w:val="24"/>
                <w:szCs w:val="16"/>
                <w:lang w:val="fr-CH" w:eastAsia="fr-CH"/>
              </w:rPr>
              <w:t>alternativa</w:t>
            </w:r>
            <w:r w:rsidRPr="00F878C4">
              <w:rPr>
                <w:kern w:val="0"/>
                <w:sz w:val="24"/>
                <w:szCs w:val="16"/>
                <w:lang w:val="fr-CH" w:eastAsia="fr-CH"/>
              </w:rPr>
              <w:t>)</w:t>
            </w:r>
          </w:p>
          <w:p w:rsidR="00354A78" w:rsidRPr="00F878C4" w:rsidRDefault="00D50F79" w:rsidP="00BE588F">
            <w:pPr>
              <w:tabs>
                <w:tab w:val="left" w:pos="2626"/>
                <w:tab w:val="right" w:leader="dot" w:pos="4894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>
              <w:rPr>
                <w:kern w:val="0"/>
                <w:sz w:val="24"/>
                <w:szCs w:val="24"/>
                <w:lang w:val="fr-CH" w:eastAsia="fr-CH"/>
              </w:rPr>
              <w:t xml:space="preserve">GO </w:t>
            </w:r>
            <w:r w:rsidR="00180E15" w:rsidRPr="00F878C4">
              <w:rPr>
                <w:kern w:val="0"/>
                <w:sz w:val="24"/>
                <w:szCs w:val="24"/>
                <w:lang w:val="fr-CH" w:eastAsia="fr-CH"/>
              </w:rPr>
              <w:t xml:space="preserve">| dir | </w:t>
            </w:r>
            <w:r w:rsidR="00BE588F">
              <w:rPr>
                <w:kern w:val="0"/>
                <w:sz w:val="24"/>
                <w:szCs w:val="24"/>
                <w:lang w:val="fr-CH" w:eastAsia="fr-CH"/>
              </w:rPr>
              <w:t>relè</w:t>
            </w:r>
            <w:r w:rsidR="00180E15" w:rsidRPr="00F878C4">
              <w:rPr>
                <w:kern w:val="0"/>
                <w:sz w:val="24"/>
                <w:szCs w:val="24"/>
                <w:lang w:val="fr-CH" w:eastAsia="fr-CH"/>
              </w:rPr>
              <w:t xml:space="preserve"> </w:t>
            </w:r>
            <w:r w:rsidR="00354A78" w:rsidRPr="00F878C4">
              <w:rPr>
                <w:kern w:val="0"/>
                <w:sz w:val="24"/>
                <w:szCs w:val="24"/>
                <w:lang w:val="fr-CH" w:eastAsia="fr-CH"/>
              </w:rPr>
              <w:t xml:space="preserve">: . </w:t>
            </w:r>
            <w:r w:rsidR="00BE588F">
              <w:rPr>
                <w:kern w:val="0"/>
                <w:sz w:val="24"/>
                <w:szCs w:val="24"/>
                <w:lang w:val="fr-CH" w:eastAsia="fr-CH"/>
              </w:rPr>
              <w:t>..........................</w:t>
            </w:r>
            <w:bookmarkStart w:id="0" w:name="_GoBack"/>
            <w:bookmarkEnd w:id="0"/>
            <w:r w:rsidR="00DD6BB0" w:rsidRPr="00F878C4">
              <w:rPr>
                <w:kern w:val="0"/>
                <w:sz w:val="24"/>
                <w:szCs w:val="24"/>
                <w:lang w:val="fr-CH" w:eastAsia="fr-CH"/>
              </w:rPr>
              <w:t xml:space="preserve">............ </w:t>
            </w:r>
          </w:p>
        </w:tc>
      </w:tr>
      <w:tr w:rsidR="00C6605C" w:rsidRPr="00D50F79" w:rsidTr="00DD6BB0">
        <w:trPr>
          <w:trHeight w:hRule="exact" w:val="624"/>
        </w:trPr>
        <w:tc>
          <w:tcPr>
            <w:tcW w:w="5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05C" w:rsidRPr="00F878C4" w:rsidRDefault="00180E15" w:rsidP="00DD6BB0">
            <w:pPr>
              <w:tabs>
                <w:tab w:val="left" w:pos="2127"/>
                <w:tab w:val="right" w:leader="dot" w:pos="4820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sz w:val="24"/>
                <w:szCs w:val="24"/>
                <w:lang w:val="fr-CH" w:eastAsia="fr-CH"/>
              </w:rPr>
            </w:pPr>
            <w:r w:rsidRPr="00F878C4">
              <w:rPr>
                <w:kern w:val="0"/>
                <w:sz w:val="24"/>
                <w:szCs w:val="24"/>
                <w:lang w:val="fr-CH" w:eastAsia="fr-CH"/>
              </w:rPr>
              <w:t xml:space="preserve">Data </w:t>
            </w:r>
            <w:r w:rsidR="00C6605C" w:rsidRPr="00F878C4">
              <w:rPr>
                <w:kern w:val="0"/>
                <w:sz w:val="24"/>
                <w:szCs w:val="24"/>
                <w:lang w:val="fr-CH" w:eastAsia="fr-CH"/>
              </w:rPr>
              <w:t xml:space="preserve">: </w:t>
            </w:r>
            <w:r w:rsidR="00DD6BB0" w:rsidRPr="00F878C4">
              <w:rPr>
                <w:kern w:val="0"/>
                <w:sz w:val="24"/>
                <w:szCs w:val="24"/>
                <w:lang w:val="fr-CH" w:eastAsia="fr-CH"/>
              </w:rPr>
              <w:t xml:space="preserve">............................................................. </w:t>
            </w:r>
            <w:r w:rsidRPr="00F878C4">
              <w:rPr>
                <w:kern w:val="0"/>
                <w:sz w:val="24"/>
                <w:szCs w:val="24"/>
                <w:lang w:val="fr-CH" w:eastAsia="fr-CH"/>
              </w:rPr>
              <w:t>.</w:t>
            </w:r>
          </w:p>
        </w:tc>
        <w:tc>
          <w:tcPr>
            <w:tcW w:w="5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05C" w:rsidRPr="00F878C4" w:rsidRDefault="00BE588F" w:rsidP="00DD6BB0">
            <w:pPr>
              <w:tabs>
                <w:tab w:val="left" w:pos="2626"/>
                <w:tab w:val="right" w:leader="dot" w:pos="4894"/>
              </w:tabs>
              <w:overflowPunct/>
              <w:autoSpaceDE/>
              <w:autoSpaceDN/>
              <w:adjustRightInd/>
              <w:spacing w:before="100" w:after="100"/>
              <w:textAlignment w:val="auto"/>
              <w:rPr>
                <w:kern w:val="0"/>
                <w:sz w:val="24"/>
                <w:szCs w:val="24"/>
                <w:lang w:val="fr-CH" w:eastAsia="fr-CH"/>
              </w:rPr>
            </w:pPr>
            <w:r>
              <w:rPr>
                <w:kern w:val="0"/>
                <w:sz w:val="24"/>
                <w:szCs w:val="24"/>
                <w:lang w:val="fr-CH" w:eastAsia="fr-CH"/>
              </w:rPr>
              <w:t>Autore : ...........................</w:t>
            </w:r>
            <w:r w:rsidR="00DD6BB0" w:rsidRPr="00F878C4">
              <w:rPr>
                <w:kern w:val="0"/>
                <w:sz w:val="24"/>
                <w:szCs w:val="24"/>
                <w:lang w:val="fr-CH" w:eastAsia="fr-CH"/>
              </w:rPr>
              <w:t>..................</w:t>
            </w:r>
          </w:p>
        </w:tc>
      </w:tr>
    </w:tbl>
    <w:p w:rsidR="00751E76" w:rsidRPr="00F878C4" w:rsidRDefault="00751E76" w:rsidP="00DD6BB0">
      <w:pPr>
        <w:rPr>
          <w:lang w:val="fr-CH"/>
        </w:rPr>
      </w:pPr>
    </w:p>
    <w:sectPr w:rsidR="00751E76" w:rsidRPr="00F878C4" w:rsidSect="00DD6BB0">
      <w:headerReference w:type="default" r:id="rId7"/>
      <w:footerReference w:type="even" r:id="rId8"/>
      <w:footerReference w:type="default" r:id="rId9"/>
      <w:type w:val="oddPage"/>
      <w:pgSz w:w="11906" w:h="16838" w:code="9"/>
      <w:pgMar w:top="1134" w:right="851" w:bottom="1134" w:left="1701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07B" w:rsidRDefault="005B207B">
      <w:r>
        <w:separator/>
      </w:r>
    </w:p>
  </w:endnote>
  <w:endnote w:type="continuationSeparator" w:id="0">
    <w:p w:rsidR="005B207B" w:rsidRDefault="005B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4" w:type="dxa"/>
      <w:tblBorders>
        <w:top w:val="single" w:sz="4" w:space="0" w:color="auto"/>
      </w:tblBorders>
      <w:tblCellMar>
        <w:top w:w="28" w:type="dxa"/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9"/>
      <w:gridCol w:w="3969"/>
      <w:gridCol w:w="3969"/>
      <w:gridCol w:w="567"/>
    </w:tblGrid>
    <w:tr w:rsidR="00826CEA" w:rsidRPr="003B3CB3" w:rsidTr="003B3CB3">
      <w:trPr>
        <w:trHeight w:val="624"/>
      </w:trPr>
      <w:tc>
        <w:tcPr>
          <w:tcW w:w="569" w:type="dxa"/>
        </w:tcPr>
        <w:p w:rsidR="00826CEA" w:rsidRPr="003B3CB3" w:rsidRDefault="00826CEA" w:rsidP="003B3CB3">
          <w:pPr>
            <w:pStyle w:val="Pieddepage"/>
            <w:rPr>
              <w:sz w:val="18"/>
              <w:lang w:val="fr-FR"/>
            </w:rPr>
          </w:pPr>
          <w:r w:rsidRPr="003B3CB3">
            <w:rPr>
              <w:sz w:val="18"/>
            </w:rPr>
            <w:fldChar w:fldCharType="begin"/>
          </w:r>
          <w:r w:rsidRPr="003B3CB3">
            <w:rPr>
              <w:sz w:val="18"/>
              <w:lang w:val="fr-FR"/>
            </w:rPr>
            <w:instrText xml:space="preserve"> PAGE </w:instrText>
          </w:r>
          <w:r w:rsidRPr="003B3CB3">
            <w:rPr>
              <w:sz w:val="18"/>
            </w:rPr>
            <w:fldChar w:fldCharType="separate"/>
          </w:r>
          <w:r w:rsidR="00DD6BB0">
            <w:rPr>
              <w:noProof/>
              <w:sz w:val="18"/>
              <w:lang w:val="fr-FR"/>
            </w:rPr>
            <w:t>2</w:t>
          </w:r>
          <w:r w:rsidRPr="003B3CB3">
            <w:rPr>
              <w:sz w:val="18"/>
            </w:rPr>
            <w:fldChar w:fldCharType="end"/>
          </w:r>
        </w:p>
      </w:tc>
      <w:tc>
        <w:tcPr>
          <w:tcW w:w="3969" w:type="dxa"/>
        </w:tcPr>
        <w:p w:rsidR="00826CEA" w:rsidRPr="003B3CB3" w:rsidRDefault="00826CEA" w:rsidP="003B3CB3">
          <w:pPr>
            <w:pStyle w:val="Pieddepage"/>
            <w:rPr>
              <w:sz w:val="18"/>
              <w:lang w:val="fr-FR"/>
            </w:rPr>
          </w:pPr>
          <w:r w:rsidRPr="003B3CB3">
            <w:rPr>
              <w:sz w:val="18"/>
            </w:rPr>
            <w:fldChar w:fldCharType="begin"/>
          </w:r>
          <w:r w:rsidRPr="003B3CB3">
            <w:rPr>
              <w:sz w:val="18"/>
              <w:lang w:val="fr-FR"/>
            </w:rPr>
            <w:instrText xml:space="preserve"> DOCPROPERTY  Category  \* MERGEFORMAT </w:instrText>
          </w:r>
          <w:r w:rsidRPr="003B3CB3">
            <w:rPr>
              <w:sz w:val="18"/>
            </w:rPr>
            <w:fldChar w:fldCharType="end"/>
          </w:r>
        </w:p>
      </w:tc>
      <w:tc>
        <w:tcPr>
          <w:tcW w:w="3969" w:type="dxa"/>
        </w:tcPr>
        <w:p w:rsidR="00826CEA" w:rsidRPr="003B3CB3" w:rsidRDefault="00826CEA" w:rsidP="003B3CB3">
          <w:pPr>
            <w:pStyle w:val="Pieddepage"/>
            <w:rPr>
              <w:sz w:val="18"/>
              <w:lang w:val="fr-FR"/>
            </w:rPr>
          </w:pPr>
        </w:p>
      </w:tc>
      <w:tc>
        <w:tcPr>
          <w:tcW w:w="567" w:type="dxa"/>
        </w:tcPr>
        <w:p w:rsidR="00826CEA" w:rsidRPr="003B3CB3" w:rsidRDefault="00826CEA" w:rsidP="003B3CB3">
          <w:pPr>
            <w:pStyle w:val="Pieddepage"/>
            <w:rPr>
              <w:sz w:val="18"/>
              <w:lang w:val="fr-FR"/>
            </w:rPr>
          </w:pPr>
        </w:p>
      </w:tc>
    </w:tr>
  </w:tbl>
  <w:p w:rsidR="00826CEA" w:rsidRPr="008879AE" w:rsidRDefault="00826CEA" w:rsidP="003B3CB3">
    <w:pPr>
      <w:pStyle w:val="Pieddepage"/>
      <w:rPr>
        <w:sz w:val="2"/>
        <w:szCs w:val="2"/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3" w:type="dxa"/>
      <w:tblBorders>
        <w:top w:val="single" w:sz="4" w:space="0" w:color="auto"/>
      </w:tblBorders>
      <w:tblCellMar>
        <w:top w:w="28" w:type="dxa"/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649"/>
      <w:gridCol w:w="1304"/>
      <w:gridCol w:w="2551"/>
      <w:gridCol w:w="569"/>
    </w:tblGrid>
    <w:tr w:rsidR="00826CEA" w:rsidRPr="003B3CB3" w:rsidTr="003B3CB3">
      <w:trPr>
        <w:trHeight w:val="624"/>
      </w:trPr>
      <w:tc>
        <w:tcPr>
          <w:tcW w:w="4649" w:type="dxa"/>
        </w:tcPr>
        <w:p w:rsidR="00826CEA" w:rsidRPr="003B3CB3" w:rsidRDefault="00826CEA" w:rsidP="003B3CB3">
          <w:pPr>
            <w:pStyle w:val="Pieddepage"/>
            <w:rPr>
              <w:sz w:val="18"/>
              <w:lang w:val="fr-FR"/>
            </w:rPr>
          </w:pPr>
          <w:r w:rsidRPr="003B3CB3">
            <w:rPr>
              <w:sz w:val="18"/>
            </w:rPr>
            <w:fldChar w:fldCharType="begin"/>
          </w:r>
          <w:r w:rsidRPr="00AA0B0B">
            <w:rPr>
              <w:sz w:val="18"/>
              <w:lang w:val="fr-CH"/>
            </w:rPr>
            <w:instrText xml:space="preserve"> TITLE   \* MERGEFORMAT </w:instrText>
          </w:r>
          <w:r w:rsidRPr="003B3CB3">
            <w:rPr>
              <w:sz w:val="18"/>
            </w:rPr>
            <w:fldChar w:fldCharType="separate"/>
          </w:r>
          <w:r w:rsidR="00B81FA3" w:rsidRPr="00AA0B0B">
            <w:rPr>
              <w:sz w:val="18"/>
              <w:lang w:val="fr-CH"/>
            </w:rPr>
            <w:t>Capo gruppo del corso di gestione delle telecomunicazioni Télématique</w:t>
          </w:r>
          <w:r w:rsidRPr="003B3CB3">
            <w:rPr>
              <w:sz w:val="18"/>
            </w:rPr>
            <w:fldChar w:fldCharType="end"/>
          </w:r>
        </w:p>
      </w:tc>
      <w:tc>
        <w:tcPr>
          <w:tcW w:w="1304" w:type="dxa"/>
        </w:tcPr>
        <w:p w:rsidR="00826CEA" w:rsidRPr="003B3CB3" w:rsidRDefault="00826CEA" w:rsidP="003B3CB3">
          <w:pPr>
            <w:pStyle w:val="Pieddepage"/>
            <w:jc w:val="center"/>
            <w:rPr>
              <w:sz w:val="18"/>
              <w:lang w:val="fr-FR"/>
            </w:rPr>
          </w:pPr>
          <w:r w:rsidRPr="003B3CB3">
            <w:rPr>
              <w:sz w:val="18"/>
            </w:rPr>
            <w:fldChar w:fldCharType="begin"/>
          </w:r>
          <w:r w:rsidRPr="003B3CB3">
            <w:rPr>
              <w:sz w:val="18"/>
            </w:rPr>
            <w:instrText xml:space="preserve"> DOCPROPERTY  Keywords  \* MERGEFORMAT </w:instrText>
          </w:r>
          <w:r w:rsidRPr="003B3CB3">
            <w:rPr>
              <w:sz w:val="18"/>
            </w:rPr>
            <w:fldChar w:fldCharType="separate"/>
          </w:r>
          <w:r w:rsidR="00B81FA3">
            <w:rPr>
              <w:sz w:val="18"/>
            </w:rPr>
            <w:t>BABS 13</w:t>
          </w:r>
          <w:r w:rsidRPr="003B3CB3">
            <w:rPr>
              <w:sz w:val="18"/>
            </w:rPr>
            <w:fldChar w:fldCharType="end"/>
          </w:r>
        </w:p>
      </w:tc>
      <w:tc>
        <w:tcPr>
          <w:tcW w:w="2551" w:type="dxa"/>
        </w:tcPr>
        <w:p w:rsidR="00826CEA" w:rsidRPr="003B3CB3" w:rsidRDefault="00826CEA" w:rsidP="003B3CB3">
          <w:pPr>
            <w:pStyle w:val="Pieddepage"/>
            <w:jc w:val="right"/>
            <w:rPr>
              <w:sz w:val="18"/>
              <w:lang w:val="fr-FR"/>
            </w:rPr>
          </w:pPr>
          <w:r w:rsidRPr="003B3CB3">
            <w:rPr>
              <w:sz w:val="18"/>
            </w:rPr>
            <w:fldChar w:fldCharType="begin"/>
          </w:r>
          <w:r w:rsidRPr="003B3CB3">
            <w:rPr>
              <w:sz w:val="18"/>
              <w:lang w:val="fr-FR"/>
            </w:rPr>
            <w:instrText xml:space="preserve"> DOCPROPERTY  Category  \* MERGEFORMAT </w:instrText>
          </w:r>
          <w:r w:rsidRPr="003B3CB3">
            <w:rPr>
              <w:sz w:val="18"/>
            </w:rPr>
            <w:fldChar w:fldCharType="end"/>
          </w:r>
        </w:p>
      </w:tc>
      <w:tc>
        <w:tcPr>
          <w:tcW w:w="569" w:type="dxa"/>
        </w:tcPr>
        <w:p w:rsidR="00826CEA" w:rsidRPr="003B3CB3" w:rsidRDefault="003B3CB3" w:rsidP="003B3CB3">
          <w:pPr>
            <w:pStyle w:val="Pieddepage"/>
            <w:jc w:val="right"/>
            <w:rPr>
              <w:sz w:val="18"/>
              <w:lang w:val="fr-FR"/>
            </w:rPr>
          </w:pPr>
          <w:r>
            <w:rPr>
              <w:sz w:val="18"/>
              <w:lang w:val="fr-FR"/>
            </w:rPr>
            <w:fldChar w:fldCharType="begin"/>
          </w:r>
          <w:r>
            <w:rPr>
              <w:sz w:val="18"/>
              <w:lang w:val="fr-FR"/>
            </w:rPr>
            <w:instrText xml:space="preserve"> PAGE  \* MERGEFORMAT </w:instrText>
          </w:r>
          <w:r>
            <w:rPr>
              <w:sz w:val="18"/>
              <w:lang w:val="fr-FR"/>
            </w:rPr>
            <w:fldChar w:fldCharType="separate"/>
          </w:r>
          <w:r>
            <w:rPr>
              <w:noProof/>
              <w:sz w:val="18"/>
              <w:lang w:val="fr-FR"/>
            </w:rPr>
            <w:t>1</w:t>
          </w:r>
          <w:r>
            <w:rPr>
              <w:sz w:val="18"/>
              <w:lang w:val="fr-FR"/>
            </w:rPr>
            <w:fldChar w:fldCharType="end"/>
          </w:r>
        </w:p>
      </w:tc>
    </w:tr>
  </w:tbl>
  <w:p w:rsidR="00826CEA" w:rsidRPr="008879AE" w:rsidRDefault="00826CEA" w:rsidP="003B3CB3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07B" w:rsidRDefault="005B207B">
      <w:r>
        <w:separator/>
      </w:r>
    </w:p>
  </w:footnote>
  <w:footnote w:type="continuationSeparator" w:id="0">
    <w:p w:rsidR="005B207B" w:rsidRDefault="005B2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CEA" w:rsidRDefault="00826CEA" w:rsidP="00097FCF">
    <w:pPr>
      <w:tabs>
        <w:tab w:val="center" w:pos="4535"/>
        <w:tab w:val="right" w:pos="90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EF8B902"/>
    <w:lvl w:ilvl="0">
      <w:start w:val="1"/>
      <w:numFmt w:val="decimal"/>
      <w:pStyle w:val="berschrift1Titre1Titolo1"/>
      <w:lvlText w:val="%1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1">
      <w:start w:val="1"/>
      <w:numFmt w:val="decimal"/>
      <w:pStyle w:val="berschrift2Titre2Titolo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2">
      <w:start w:val="1"/>
      <w:numFmt w:val="decimal"/>
      <w:pStyle w:val="berschrift3Titre3Titolo3"/>
      <w:lvlText w:val="%1.%2.%3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3">
      <w:start w:val="1"/>
      <w:numFmt w:val="decimal"/>
      <w:pStyle w:val="berschrift4Titre4Titolo4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CE50DE"/>
    <w:multiLevelType w:val="hybridMultilevel"/>
    <w:tmpl w:val="2826A4E6"/>
    <w:lvl w:ilvl="0" w:tplc="76D443C4">
      <w:start w:val="1"/>
      <w:numFmt w:val="bullet"/>
      <w:pStyle w:val="AufzZ1zLpucesinterl1Puntielencoil1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07FDF"/>
    <w:multiLevelType w:val="hybridMultilevel"/>
    <w:tmpl w:val="D8AA8AF8"/>
    <w:lvl w:ilvl="0" w:tplc="86D4D5DC">
      <w:start w:val="1"/>
      <w:numFmt w:val="lowerLetter"/>
      <w:pStyle w:val="ListeaListeaLettere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4506F"/>
    <w:multiLevelType w:val="singleLevel"/>
    <w:tmpl w:val="F35A5220"/>
    <w:lvl w:ilvl="0">
      <w:start w:val="1"/>
      <w:numFmt w:val="decimal"/>
      <w:pStyle w:val="Liste1Liste1Numer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76075F4"/>
    <w:multiLevelType w:val="multilevel"/>
    <w:tmpl w:val="BC44ED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19976BDE"/>
    <w:multiLevelType w:val="hybridMultilevel"/>
    <w:tmpl w:val="805CEB5C"/>
    <w:lvl w:ilvl="0" w:tplc="3E00D1EC">
      <w:start w:val="1"/>
      <w:numFmt w:val="bullet"/>
      <w:pStyle w:val="AufzZLpucesPuntielenco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B39065D"/>
    <w:multiLevelType w:val="singleLevel"/>
    <w:tmpl w:val="4BBCF7A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19D4F0C"/>
    <w:multiLevelType w:val="multilevel"/>
    <w:tmpl w:val="90F8EB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33CC653F"/>
    <w:multiLevelType w:val="hybridMultilevel"/>
    <w:tmpl w:val="ED543AC8"/>
    <w:lvl w:ilvl="0" w:tplc="B07E64EC">
      <w:start w:val="1"/>
      <w:numFmt w:val="bullet"/>
      <w:pStyle w:val="AufzZxLpucesxPuntielencox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6297A"/>
    <w:multiLevelType w:val="multilevel"/>
    <w:tmpl w:val="BF6C30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42903E21"/>
    <w:multiLevelType w:val="singleLevel"/>
    <w:tmpl w:val="DC7AC990"/>
    <w:lvl w:ilvl="0">
      <w:start w:val="1"/>
      <w:numFmt w:val="bullet"/>
      <w:pStyle w:val="Listepuces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3BC4F4B"/>
    <w:multiLevelType w:val="hybridMultilevel"/>
    <w:tmpl w:val="792E56A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5B73E3E"/>
    <w:multiLevelType w:val="hybridMultilevel"/>
    <w:tmpl w:val="672EEFFA"/>
    <w:lvl w:ilvl="0" w:tplc="C34249EC">
      <w:start w:val="1"/>
      <w:numFmt w:val="upperRoman"/>
      <w:pStyle w:val="ListeI1zListeIinterl1NumeriIi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E83DDA"/>
    <w:multiLevelType w:val="singleLevel"/>
    <w:tmpl w:val="E1E4A3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1015657"/>
    <w:multiLevelType w:val="hybridMultilevel"/>
    <w:tmpl w:val="A8FAEB98"/>
    <w:lvl w:ilvl="0" w:tplc="C74E9816">
      <w:start w:val="1"/>
      <w:numFmt w:val="bullet"/>
      <w:pStyle w:val="AufzZx1zLpucesxinterl1Puntielencoxil1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B5866"/>
    <w:multiLevelType w:val="multilevel"/>
    <w:tmpl w:val="4EA46B1C"/>
    <w:lvl w:ilvl="0">
      <w:start w:val="1"/>
      <w:numFmt w:val="bullet"/>
      <w:pStyle w:val="AufzZ1Lpuces1Puntielenc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2Lpuces12Puntielenco12"/>
      <w:lvlText w:val="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3Lpuces13Puntielenco1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547F440D"/>
    <w:multiLevelType w:val="singleLevel"/>
    <w:tmpl w:val="728C045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E292242"/>
    <w:multiLevelType w:val="multilevel"/>
    <w:tmpl w:val="8B0CBDBA"/>
    <w:lvl w:ilvl="0">
      <w:start w:val="1"/>
      <w:numFmt w:val="decimal"/>
      <w:pStyle w:val="TabelleNummerierung"/>
      <w:lvlText w:val="%1"/>
      <w:lvlJc w:val="left"/>
      <w:pPr>
        <w:tabs>
          <w:tab w:val="num" w:pos="539"/>
        </w:tabs>
        <w:ind w:left="539" w:hanging="53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4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5"/>
        </w:tabs>
        <w:ind w:left="721" w:hanging="72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5"/>
        </w:tabs>
        <w:ind w:left="902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3"/>
        </w:tabs>
        <w:ind w:left="100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  <w:rPr>
        <w:rFonts w:hint="default"/>
      </w:rPr>
    </w:lvl>
  </w:abstractNum>
  <w:abstractNum w:abstractNumId="18" w15:restartNumberingAfterBreak="0">
    <w:nsid w:val="5FD35C82"/>
    <w:multiLevelType w:val="multilevel"/>
    <w:tmpl w:val="1A48B1AC"/>
    <w:lvl w:ilvl="0">
      <w:start w:val="1"/>
      <w:numFmt w:val="bullet"/>
      <w:pStyle w:val="AufzZ15Lpuces15Puntielenco1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5linksbndig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53Lpuces153Puntielenco15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623B4104"/>
    <w:multiLevelType w:val="multilevel"/>
    <w:tmpl w:val="E8AA56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7107798A"/>
    <w:multiLevelType w:val="hybridMultilevel"/>
    <w:tmpl w:val="B7443940"/>
    <w:lvl w:ilvl="0" w:tplc="283A8AA2">
      <w:start w:val="1"/>
      <w:numFmt w:val="upperRoman"/>
      <w:pStyle w:val="ListeIListeINumeriI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5324FA"/>
    <w:multiLevelType w:val="hybridMultilevel"/>
    <w:tmpl w:val="CF64C7B0"/>
    <w:lvl w:ilvl="0" w:tplc="34B21910">
      <w:start w:val="1"/>
      <w:numFmt w:val="decimal"/>
      <w:pStyle w:val="Liste11zListe1interl1Numeri1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CB16D3"/>
    <w:multiLevelType w:val="hybridMultilevel"/>
    <w:tmpl w:val="1B96B92C"/>
    <w:lvl w:ilvl="0" w:tplc="10CA8E64">
      <w:start w:val="1"/>
      <w:numFmt w:val="lowerLetter"/>
      <w:pStyle w:val="Listea1zListeainterl1Letterea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14"/>
  </w:num>
  <w:num w:numId="5">
    <w:abstractNumId w:val="18"/>
  </w:num>
  <w:num w:numId="6">
    <w:abstractNumId w:val="3"/>
  </w:num>
  <w:num w:numId="7">
    <w:abstractNumId w:val="21"/>
  </w:num>
  <w:num w:numId="8">
    <w:abstractNumId w:val="2"/>
  </w:num>
  <w:num w:numId="9">
    <w:abstractNumId w:val="22"/>
  </w:num>
  <w:num w:numId="10">
    <w:abstractNumId w:val="20"/>
  </w:num>
  <w:num w:numId="11">
    <w:abstractNumId w:val="12"/>
  </w:num>
  <w:num w:numId="12">
    <w:abstractNumId w:val="0"/>
  </w:num>
  <w:num w:numId="13">
    <w:abstractNumId w:val="15"/>
  </w:num>
  <w:num w:numId="14">
    <w:abstractNumId w:val="18"/>
  </w:num>
  <w:num w:numId="15">
    <w:abstractNumId w:val="17"/>
  </w:num>
  <w:num w:numId="16">
    <w:abstractNumId w:val="11"/>
  </w:num>
  <w:num w:numId="17">
    <w:abstractNumId w:val="4"/>
  </w:num>
  <w:num w:numId="18">
    <w:abstractNumId w:val="7"/>
  </w:num>
  <w:num w:numId="19">
    <w:abstractNumId w:val="9"/>
  </w:num>
  <w:num w:numId="20">
    <w:abstractNumId w:val="19"/>
  </w:num>
  <w:num w:numId="21">
    <w:abstractNumId w:val="10"/>
  </w:num>
  <w:num w:numId="22">
    <w:abstractNumId w:val="13"/>
  </w:num>
  <w:num w:numId="23">
    <w:abstractNumId w:val="16"/>
  </w:num>
  <w:num w:numId="24">
    <w:abstractNumId w:val="6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ni" w:val="1"/>
    <w:docVar w:name="Logo" w:val="0"/>
    <w:docVar w:name="PDCS:Absendedatum_extern" w:val="-"/>
    <w:docVar w:name="PDCS:Absender_Adresse" w:val="-"/>
    <w:docVar w:name="PDCS:Adressat" w:val="-"/>
    <w:docVar w:name="PDCS:Aktenzeichen" w:val="532.1-205/10"/>
    <w:docVar w:name="PDCS:Barcode" w:val="-"/>
    <w:docVar w:name="PDCS:Bemerkung" w:val="-"/>
    <w:docVar w:name="PDCS:Besitzer" w:val="Dossier Team"/>
    <w:docVar w:name="PDCS:Betreff" w:val="+Anlassbezogene Weisungen 2014"/>
    <w:docVar w:name="PDCS:Bezeichnung" w:val="Wsg KK Grfhr Tm 2014_de"/>
    <w:docVar w:name="PDCS:Datei-Format" w:val=".doc"/>
    <w:docVar w:name="PDCS:Datei-Grösse__KB_" w:val="90"/>
    <w:docVar w:name="PDCS:Datenschutzstufe" w:val="keine Personendaten"/>
    <w:docVar w:name="PDCS:Dok__Datum" w:val="30.10.2013"/>
    <w:docVar w:name="PDCS:Dok__Typ" w:val="AU"/>
    <w:docVar w:name="PDCS:Eingangsdatum" w:val="-"/>
    <w:docVar w:name="PDCS:Empfänger_Kopie" w:val="-"/>
    <w:docVar w:name="PDCS:Ersteller" w:val="Schäfer Jürg"/>
    <w:docVar w:name="PDCS:Erstellungsdatum" w:val="30.10.2013"/>
    <w:docVar w:name="PDCS:Fremdaktenzeichen" w:val="-"/>
    <w:docVar w:name="PDCS:Ident_-Nr_" w:val="10012939728"/>
    <w:docVar w:name="PDCS:Ident-Nr_Version" w:val="10012939728/01"/>
    <w:docVar w:name="PDCS:Klassifizierungskat" w:val="-"/>
    <w:docVar w:name="PDCS:Registrierdatum" w:val="30.10.2013"/>
    <w:docVar w:name="PDCS:Schlagwort" w:val="-"/>
    <w:docVar w:name="PDCS:Sprache" w:val="Deutsch"/>
    <w:docVar w:name="PDCS:Standort" w:val="-"/>
    <w:docVar w:name="PDCS:Status" w:val="Entwurf gesperrt"/>
    <w:docVar w:name="PDCS:Unterzeichner_Autor" w:val="-"/>
    <w:docVar w:name="PDCS:Version" w:val="01"/>
    <w:docVar w:name="PDCS:Verweis" w:val="-"/>
    <w:docVar w:name="Sprache" w:val="1"/>
    <w:docVar w:name="Start" w:val="1"/>
    <w:docVar w:name="SYSTEM:DocVarsVisible" w:val="no"/>
  </w:docVars>
  <w:rsids>
    <w:rsidRoot w:val="00A25663"/>
    <w:rsid w:val="000017CD"/>
    <w:rsid w:val="00001D2B"/>
    <w:rsid w:val="00001E97"/>
    <w:rsid w:val="00006915"/>
    <w:rsid w:val="000073B0"/>
    <w:rsid w:val="00007C89"/>
    <w:rsid w:val="000101B4"/>
    <w:rsid w:val="000102BD"/>
    <w:rsid w:val="000110E5"/>
    <w:rsid w:val="0001438F"/>
    <w:rsid w:val="000163D3"/>
    <w:rsid w:val="00016CD0"/>
    <w:rsid w:val="000173A3"/>
    <w:rsid w:val="000173F5"/>
    <w:rsid w:val="00020DDA"/>
    <w:rsid w:val="000217A7"/>
    <w:rsid w:val="00021EA0"/>
    <w:rsid w:val="00023A12"/>
    <w:rsid w:val="000260EC"/>
    <w:rsid w:val="000263FA"/>
    <w:rsid w:val="000272A4"/>
    <w:rsid w:val="0003025F"/>
    <w:rsid w:val="000302F5"/>
    <w:rsid w:val="0003243B"/>
    <w:rsid w:val="00033693"/>
    <w:rsid w:val="000339BE"/>
    <w:rsid w:val="00035AE5"/>
    <w:rsid w:val="0003696E"/>
    <w:rsid w:val="00037786"/>
    <w:rsid w:val="0004124D"/>
    <w:rsid w:val="000426B2"/>
    <w:rsid w:val="00042E3A"/>
    <w:rsid w:val="00044028"/>
    <w:rsid w:val="00044A2E"/>
    <w:rsid w:val="00044F1E"/>
    <w:rsid w:val="00044F4F"/>
    <w:rsid w:val="000450AA"/>
    <w:rsid w:val="0004705E"/>
    <w:rsid w:val="00047F6B"/>
    <w:rsid w:val="000501FF"/>
    <w:rsid w:val="00050B66"/>
    <w:rsid w:val="000510D6"/>
    <w:rsid w:val="00053445"/>
    <w:rsid w:val="00055851"/>
    <w:rsid w:val="000568A7"/>
    <w:rsid w:val="00056A73"/>
    <w:rsid w:val="000572BD"/>
    <w:rsid w:val="000573CA"/>
    <w:rsid w:val="000600C8"/>
    <w:rsid w:val="000604A2"/>
    <w:rsid w:val="00060532"/>
    <w:rsid w:val="00061300"/>
    <w:rsid w:val="00063B3B"/>
    <w:rsid w:val="0006674F"/>
    <w:rsid w:val="00066FA9"/>
    <w:rsid w:val="00070A2E"/>
    <w:rsid w:val="00072B22"/>
    <w:rsid w:val="0007489E"/>
    <w:rsid w:val="00074F88"/>
    <w:rsid w:val="00075A28"/>
    <w:rsid w:val="000764B4"/>
    <w:rsid w:val="00077915"/>
    <w:rsid w:val="00082E83"/>
    <w:rsid w:val="000837AC"/>
    <w:rsid w:val="00083B63"/>
    <w:rsid w:val="0008430D"/>
    <w:rsid w:val="000843CC"/>
    <w:rsid w:val="000845E1"/>
    <w:rsid w:val="00084771"/>
    <w:rsid w:val="00085938"/>
    <w:rsid w:val="00087720"/>
    <w:rsid w:val="00087E5C"/>
    <w:rsid w:val="00090144"/>
    <w:rsid w:val="00090D34"/>
    <w:rsid w:val="00090F37"/>
    <w:rsid w:val="00090F50"/>
    <w:rsid w:val="0009174B"/>
    <w:rsid w:val="00092239"/>
    <w:rsid w:val="00093456"/>
    <w:rsid w:val="00093528"/>
    <w:rsid w:val="00093680"/>
    <w:rsid w:val="00093699"/>
    <w:rsid w:val="000936AC"/>
    <w:rsid w:val="00096328"/>
    <w:rsid w:val="000965FA"/>
    <w:rsid w:val="00096721"/>
    <w:rsid w:val="00096B06"/>
    <w:rsid w:val="0009793E"/>
    <w:rsid w:val="00097FCF"/>
    <w:rsid w:val="000A1132"/>
    <w:rsid w:val="000A20F6"/>
    <w:rsid w:val="000A5CA1"/>
    <w:rsid w:val="000A6062"/>
    <w:rsid w:val="000A65C1"/>
    <w:rsid w:val="000A71CB"/>
    <w:rsid w:val="000A76E2"/>
    <w:rsid w:val="000B0F46"/>
    <w:rsid w:val="000B1801"/>
    <w:rsid w:val="000B1B15"/>
    <w:rsid w:val="000B25D3"/>
    <w:rsid w:val="000B2684"/>
    <w:rsid w:val="000B32DB"/>
    <w:rsid w:val="000B38A2"/>
    <w:rsid w:val="000B45F5"/>
    <w:rsid w:val="000B47CB"/>
    <w:rsid w:val="000B48A9"/>
    <w:rsid w:val="000B7D29"/>
    <w:rsid w:val="000C0929"/>
    <w:rsid w:val="000C351E"/>
    <w:rsid w:val="000C5381"/>
    <w:rsid w:val="000C55AE"/>
    <w:rsid w:val="000C5CB6"/>
    <w:rsid w:val="000C5F5D"/>
    <w:rsid w:val="000C70AC"/>
    <w:rsid w:val="000C79E6"/>
    <w:rsid w:val="000D328C"/>
    <w:rsid w:val="000D554C"/>
    <w:rsid w:val="000D72E6"/>
    <w:rsid w:val="000E0DBB"/>
    <w:rsid w:val="000E0F76"/>
    <w:rsid w:val="000E1C46"/>
    <w:rsid w:val="000E1CC1"/>
    <w:rsid w:val="000E228F"/>
    <w:rsid w:val="000E35A8"/>
    <w:rsid w:val="000E4B10"/>
    <w:rsid w:val="000E4FB8"/>
    <w:rsid w:val="000E5AAE"/>
    <w:rsid w:val="000E606E"/>
    <w:rsid w:val="000E6DD6"/>
    <w:rsid w:val="000E7AD4"/>
    <w:rsid w:val="000F00C9"/>
    <w:rsid w:val="000F00DF"/>
    <w:rsid w:val="000F0C1A"/>
    <w:rsid w:val="000F3CCD"/>
    <w:rsid w:val="000F5719"/>
    <w:rsid w:val="000F59AC"/>
    <w:rsid w:val="0010177C"/>
    <w:rsid w:val="00101DB1"/>
    <w:rsid w:val="00102993"/>
    <w:rsid w:val="00102E4F"/>
    <w:rsid w:val="00103439"/>
    <w:rsid w:val="00103495"/>
    <w:rsid w:val="001037B6"/>
    <w:rsid w:val="00103AA4"/>
    <w:rsid w:val="001043B2"/>
    <w:rsid w:val="00105023"/>
    <w:rsid w:val="00105111"/>
    <w:rsid w:val="00105174"/>
    <w:rsid w:val="0010531A"/>
    <w:rsid w:val="00105B21"/>
    <w:rsid w:val="001060CD"/>
    <w:rsid w:val="001068E1"/>
    <w:rsid w:val="00110779"/>
    <w:rsid w:val="00111E3C"/>
    <w:rsid w:val="00112381"/>
    <w:rsid w:val="001127A2"/>
    <w:rsid w:val="00112AD9"/>
    <w:rsid w:val="00113A16"/>
    <w:rsid w:val="00114715"/>
    <w:rsid w:val="00115177"/>
    <w:rsid w:val="00115B6E"/>
    <w:rsid w:val="00115BF1"/>
    <w:rsid w:val="00116A60"/>
    <w:rsid w:val="001204A8"/>
    <w:rsid w:val="001205A6"/>
    <w:rsid w:val="0012206F"/>
    <w:rsid w:val="001222B1"/>
    <w:rsid w:val="00126260"/>
    <w:rsid w:val="00131324"/>
    <w:rsid w:val="00131C4D"/>
    <w:rsid w:val="00133F11"/>
    <w:rsid w:val="00135560"/>
    <w:rsid w:val="001362AA"/>
    <w:rsid w:val="00136339"/>
    <w:rsid w:val="0014020F"/>
    <w:rsid w:val="00141C54"/>
    <w:rsid w:val="00142F8C"/>
    <w:rsid w:val="00143113"/>
    <w:rsid w:val="00144BAF"/>
    <w:rsid w:val="00145009"/>
    <w:rsid w:val="00145896"/>
    <w:rsid w:val="00147E96"/>
    <w:rsid w:val="001500CE"/>
    <w:rsid w:val="001521A8"/>
    <w:rsid w:val="00152724"/>
    <w:rsid w:val="00152AB2"/>
    <w:rsid w:val="00153853"/>
    <w:rsid w:val="0015392D"/>
    <w:rsid w:val="00154774"/>
    <w:rsid w:val="001552FB"/>
    <w:rsid w:val="001567C5"/>
    <w:rsid w:val="00157BDF"/>
    <w:rsid w:val="00157F36"/>
    <w:rsid w:val="001601B8"/>
    <w:rsid w:val="00161AB1"/>
    <w:rsid w:val="00162244"/>
    <w:rsid w:val="00162668"/>
    <w:rsid w:val="001638E8"/>
    <w:rsid w:val="00164B64"/>
    <w:rsid w:val="00165B96"/>
    <w:rsid w:val="001661F0"/>
    <w:rsid w:val="001665A3"/>
    <w:rsid w:val="00166790"/>
    <w:rsid w:val="001675D5"/>
    <w:rsid w:val="001676A8"/>
    <w:rsid w:val="00167B6D"/>
    <w:rsid w:val="00171B4D"/>
    <w:rsid w:val="00171CEF"/>
    <w:rsid w:val="0017338F"/>
    <w:rsid w:val="00174B8F"/>
    <w:rsid w:val="001809DF"/>
    <w:rsid w:val="00180E15"/>
    <w:rsid w:val="00181F2B"/>
    <w:rsid w:val="00181FB3"/>
    <w:rsid w:val="001820C2"/>
    <w:rsid w:val="00182862"/>
    <w:rsid w:val="00182B09"/>
    <w:rsid w:val="00183F3F"/>
    <w:rsid w:val="00184364"/>
    <w:rsid w:val="001852FD"/>
    <w:rsid w:val="00185460"/>
    <w:rsid w:val="0018702E"/>
    <w:rsid w:val="00187D28"/>
    <w:rsid w:val="00187EB0"/>
    <w:rsid w:val="001902A6"/>
    <w:rsid w:val="00190705"/>
    <w:rsid w:val="00191204"/>
    <w:rsid w:val="00191D91"/>
    <w:rsid w:val="00191EC0"/>
    <w:rsid w:val="00193505"/>
    <w:rsid w:val="00193913"/>
    <w:rsid w:val="00193F38"/>
    <w:rsid w:val="00197A87"/>
    <w:rsid w:val="001A02A4"/>
    <w:rsid w:val="001A18C8"/>
    <w:rsid w:val="001A1969"/>
    <w:rsid w:val="001A4802"/>
    <w:rsid w:val="001A4BFC"/>
    <w:rsid w:val="001A5056"/>
    <w:rsid w:val="001B0A53"/>
    <w:rsid w:val="001B0C19"/>
    <w:rsid w:val="001B12BB"/>
    <w:rsid w:val="001B15EB"/>
    <w:rsid w:val="001B1A4E"/>
    <w:rsid w:val="001B35CD"/>
    <w:rsid w:val="001B3C7A"/>
    <w:rsid w:val="001B47A6"/>
    <w:rsid w:val="001B4DBF"/>
    <w:rsid w:val="001B559B"/>
    <w:rsid w:val="001B58D0"/>
    <w:rsid w:val="001B6EAC"/>
    <w:rsid w:val="001B7A9A"/>
    <w:rsid w:val="001C020F"/>
    <w:rsid w:val="001C1DB3"/>
    <w:rsid w:val="001C209D"/>
    <w:rsid w:val="001C33EA"/>
    <w:rsid w:val="001C3E9D"/>
    <w:rsid w:val="001C62A4"/>
    <w:rsid w:val="001C6FFB"/>
    <w:rsid w:val="001D19C1"/>
    <w:rsid w:val="001D38B0"/>
    <w:rsid w:val="001D55F7"/>
    <w:rsid w:val="001D5D8B"/>
    <w:rsid w:val="001D7BE2"/>
    <w:rsid w:val="001E145A"/>
    <w:rsid w:val="001E178C"/>
    <w:rsid w:val="001E23AD"/>
    <w:rsid w:val="001E29C1"/>
    <w:rsid w:val="001E31E4"/>
    <w:rsid w:val="001E33A4"/>
    <w:rsid w:val="001E43E9"/>
    <w:rsid w:val="001E48E5"/>
    <w:rsid w:val="001E5EBD"/>
    <w:rsid w:val="001E64CA"/>
    <w:rsid w:val="001E676E"/>
    <w:rsid w:val="001F035B"/>
    <w:rsid w:val="001F1361"/>
    <w:rsid w:val="001F1C90"/>
    <w:rsid w:val="001F28B7"/>
    <w:rsid w:val="001F4337"/>
    <w:rsid w:val="001F5227"/>
    <w:rsid w:val="001F5709"/>
    <w:rsid w:val="001F6390"/>
    <w:rsid w:val="001F7242"/>
    <w:rsid w:val="002001C4"/>
    <w:rsid w:val="0020086B"/>
    <w:rsid w:val="00200D3D"/>
    <w:rsid w:val="00201781"/>
    <w:rsid w:val="00201D10"/>
    <w:rsid w:val="00202F07"/>
    <w:rsid w:val="00204F2A"/>
    <w:rsid w:val="00206DFE"/>
    <w:rsid w:val="0021274A"/>
    <w:rsid w:val="002139FB"/>
    <w:rsid w:val="0021406B"/>
    <w:rsid w:val="00214D51"/>
    <w:rsid w:val="00215210"/>
    <w:rsid w:val="00215379"/>
    <w:rsid w:val="00215B50"/>
    <w:rsid w:val="0021638E"/>
    <w:rsid w:val="0021658B"/>
    <w:rsid w:val="00216BAD"/>
    <w:rsid w:val="00217807"/>
    <w:rsid w:val="00217B58"/>
    <w:rsid w:val="0022058D"/>
    <w:rsid w:val="00220E23"/>
    <w:rsid w:val="002210E6"/>
    <w:rsid w:val="00221342"/>
    <w:rsid w:val="00221B97"/>
    <w:rsid w:val="0022281B"/>
    <w:rsid w:val="002232D9"/>
    <w:rsid w:val="0022456B"/>
    <w:rsid w:val="00225406"/>
    <w:rsid w:val="00226A9F"/>
    <w:rsid w:val="00230024"/>
    <w:rsid w:val="002310C7"/>
    <w:rsid w:val="002312B3"/>
    <w:rsid w:val="002315B3"/>
    <w:rsid w:val="002334A0"/>
    <w:rsid w:val="00234ABC"/>
    <w:rsid w:val="002351B8"/>
    <w:rsid w:val="00235507"/>
    <w:rsid w:val="002357A1"/>
    <w:rsid w:val="00235A56"/>
    <w:rsid w:val="00237919"/>
    <w:rsid w:val="00237939"/>
    <w:rsid w:val="00237FEC"/>
    <w:rsid w:val="002402F1"/>
    <w:rsid w:val="00243155"/>
    <w:rsid w:val="00245339"/>
    <w:rsid w:val="00245415"/>
    <w:rsid w:val="0024541A"/>
    <w:rsid w:val="00245ABE"/>
    <w:rsid w:val="00246720"/>
    <w:rsid w:val="00246B77"/>
    <w:rsid w:val="002476C4"/>
    <w:rsid w:val="00250F84"/>
    <w:rsid w:val="00252026"/>
    <w:rsid w:val="002527BE"/>
    <w:rsid w:val="00253140"/>
    <w:rsid w:val="0025327E"/>
    <w:rsid w:val="00253982"/>
    <w:rsid w:val="0025503C"/>
    <w:rsid w:val="002550D6"/>
    <w:rsid w:val="00256A38"/>
    <w:rsid w:val="002571F0"/>
    <w:rsid w:val="00260D25"/>
    <w:rsid w:val="00261FFA"/>
    <w:rsid w:val="00262C97"/>
    <w:rsid w:val="00264912"/>
    <w:rsid w:val="00266865"/>
    <w:rsid w:val="002668F5"/>
    <w:rsid w:val="00266BA5"/>
    <w:rsid w:val="00267FEA"/>
    <w:rsid w:val="00271A6B"/>
    <w:rsid w:val="0027337F"/>
    <w:rsid w:val="002737B2"/>
    <w:rsid w:val="00273C28"/>
    <w:rsid w:val="002743A8"/>
    <w:rsid w:val="00274C53"/>
    <w:rsid w:val="0027546B"/>
    <w:rsid w:val="0027664F"/>
    <w:rsid w:val="00277B97"/>
    <w:rsid w:val="00280333"/>
    <w:rsid w:val="00280DC9"/>
    <w:rsid w:val="002813C0"/>
    <w:rsid w:val="00284C1A"/>
    <w:rsid w:val="00285FFC"/>
    <w:rsid w:val="00286737"/>
    <w:rsid w:val="00287B77"/>
    <w:rsid w:val="00287BA5"/>
    <w:rsid w:val="002926C0"/>
    <w:rsid w:val="002948B0"/>
    <w:rsid w:val="00294E8B"/>
    <w:rsid w:val="00296A98"/>
    <w:rsid w:val="00296AE5"/>
    <w:rsid w:val="002972B2"/>
    <w:rsid w:val="002A24B4"/>
    <w:rsid w:val="002A250B"/>
    <w:rsid w:val="002A3522"/>
    <w:rsid w:val="002A4FEE"/>
    <w:rsid w:val="002A5BFE"/>
    <w:rsid w:val="002A6B24"/>
    <w:rsid w:val="002A7BF4"/>
    <w:rsid w:val="002A7E0B"/>
    <w:rsid w:val="002B3084"/>
    <w:rsid w:val="002B44BB"/>
    <w:rsid w:val="002B61C1"/>
    <w:rsid w:val="002B6CFB"/>
    <w:rsid w:val="002B7096"/>
    <w:rsid w:val="002C0625"/>
    <w:rsid w:val="002C0E36"/>
    <w:rsid w:val="002C13BF"/>
    <w:rsid w:val="002C18ED"/>
    <w:rsid w:val="002C1DAA"/>
    <w:rsid w:val="002C1F97"/>
    <w:rsid w:val="002C2183"/>
    <w:rsid w:val="002C360A"/>
    <w:rsid w:val="002C4577"/>
    <w:rsid w:val="002C55AB"/>
    <w:rsid w:val="002C5E64"/>
    <w:rsid w:val="002C6264"/>
    <w:rsid w:val="002C675E"/>
    <w:rsid w:val="002D0679"/>
    <w:rsid w:val="002D1378"/>
    <w:rsid w:val="002D1F6B"/>
    <w:rsid w:val="002D564D"/>
    <w:rsid w:val="002D5F79"/>
    <w:rsid w:val="002D64B5"/>
    <w:rsid w:val="002D7379"/>
    <w:rsid w:val="002E075A"/>
    <w:rsid w:val="002E0A87"/>
    <w:rsid w:val="002E203C"/>
    <w:rsid w:val="002E53DB"/>
    <w:rsid w:val="002F09A5"/>
    <w:rsid w:val="002F137E"/>
    <w:rsid w:val="002F17C1"/>
    <w:rsid w:val="002F1DD5"/>
    <w:rsid w:val="002F1F72"/>
    <w:rsid w:val="002F3804"/>
    <w:rsid w:val="002F4921"/>
    <w:rsid w:val="002F5661"/>
    <w:rsid w:val="002F5FDB"/>
    <w:rsid w:val="002F7873"/>
    <w:rsid w:val="003001D7"/>
    <w:rsid w:val="00300628"/>
    <w:rsid w:val="00300857"/>
    <w:rsid w:val="00301386"/>
    <w:rsid w:val="00301430"/>
    <w:rsid w:val="003026A1"/>
    <w:rsid w:val="00302928"/>
    <w:rsid w:val="00303C13"/>
    <w:rsid w:val="00304141"/>
    <w:rsid w:val="0030446A"/>
    <w:rsid w:val="00304BBC"/>
    <w:rsid w:val="00306BA9"/>
    <w:rsid w:val="00307409"/>
    <w:rsid w:val="00310839"/>
    <w:rsid w:val="00311A97"/>
    <w:rsid w:val="00311F12"/>
    <w:rsid w:val="00313158"/>
    <w:rsid w:val="00313802"/>
    <w:rsid w:val="0031452D"/>
    <w:rsid w:val="0031461B"/>
    <w:rsid w:val="00315427"/>
    <w:rsid w:val="00315535"/>
    <w:rsid w:val="00317F8D"/>
    <w:rsid w:val="00320072"/>
    <w:rsid w:val="0032076D"/>
    <w:rsid w:val="003215D6"/>
    <w:rsid w:val="00321F88"/>
    <w:rsid w:val="0032239C"/>
    <w:rsid w:val="00323DBD"/>
    <w:rsid w:val="00326EA5"/>
    <w:rsid w:val="00330B0F"/>
    <w:rsid w:val="00330D31"/>
    <w:rsid w:val="00332A3E"/>
    <w:rsid w:val="003345DD"/>
    <w:rsid w:val="00334D8B"/>
    <w:rsid w:val="0033650B"/>
    <w:rsid w:val="003411C9"/>
    <w:rsid w:val="003421E8"/>
    <w:rsid w:val="0034255C"/>
    <w:rsid w:val="0034287B"/>
    <w:rsid w:val="003437D4"/>
    <w:rsid w:val="00344CBE"/>
    <w:rsid w:val="003469BE"/>
    <w:rsid w:val="00350734"/>
    <w:rsid w:val="003519FA"/>
    <w:rsid w:val="003533E3"/>
    <w:rsid w:val="00353504"/>
    <w:rsid w:val="00353679"/>
    <w:rsid w:val="00353720"/>
    <w:rsid w:val="00353F6A"/>
    <w:rsid w:val="00354A78"/>
    <w:rsid w:val="00354C2B"/>
    <w:rsid w:val="00354FC2"/>
    <w:rsid w:val="0035501B"/>
    <w:rsid w:val="0035537F"/>
    <w:rsid w:val="0035543B"/>
    <w:rsid w:val="00357BCA"/>
    <w:rsid w:val="00363ADC"/>
    <w:rsid w:val="00364061"/>
    <w:rsid w:val="0036431A"/>
    <w:rsid w:val="00364A79"/>
    <w:rsid w:val="00364C63"/>
    <w:rsid w:val="00366649"/>
    <w:rsid w:val="003666BA"/>
    <w:rsid w:val="00367D3F"/>
    <w:rsid w:val="00367D56"/>
    <w:rsid w:val="00370068"/>
    <w:rsid w:val="0037194D"/>
    <w:rsid w:val="00371C25"/>
    <w:rsid w:val="00373C41"/>
    <w:rsid w:val="003741BE"/>
    <w:rsid w:val="00374A7D"/>
    <w:rsid w:val="003751DF"/>
    <w:rsid w:val="00375F98"/>
    <w:rsid w:val="00375FE2"/>
    <w:rsid w:val="003766F4"/>
    <w:rsid w:val="003769D8"/>
    <w:rsid w:val="003801C5"/>
    <w:rsid w:val="003808EC"/>
    <w:rsid w:val="003809E5"/>
    <w:rsid w:val="0038193C"/>
    <w:rsid w:val="00383412"/>
    <w:rsid w:val="003843B7"/>
    <w:rsid w:val="003861D4"/>
    <w:rsid w:val="00386475"/>
    <w:rsid w:val="00387B4C"/>
    <w:rsid w:val="00390ED9"/>
    <w:rsid w:val="003915BD"/>
    <w:rsid w:val="00393EBD"/>
    <w:rsid w:val="0039479B"/>
    <w:rsid w:val="0039546B"/>
    <w:rsid w:val="003954B2"/>
    <w:rsid w:val="0039581D"/>
    <w:rsid w:val="00395B85"/>
    <w:rsid w:val="0039691D"/>
    <w:rsid w:val="00396EF3"/>
    <w:rsid w:val="003977A2"/>
    <w:rsid w:val="0039787F"/>
    <w:rsid w:val="003A058F"/>
    <w:rsid w:val="003A0B41"/>
    <w:rsid w:val="003A151A"/>
    <w:rsid w:val="003A32EE"/>
    <w:rsid w:val="003A3F6B"/>
    <w:rsid w:val="003A4667"/>
    <w:rsid w:val="003A5152"/>
    <w:rsid w:val="003A7678"/>
    <w:rsid w:val="003B043F"/>
    <w:rsid w:val="003B0F5E"/>
    <w:rsid w:val="003B1FA0"/>
    <w:rsid w:val="003B24AA"/>
    <w:rsid w:val="003B273A"/>
    <w:rsid w:val="003B3CB3"/>
    <w:rsid w:val="003B4083"/>
    <w:rsid w:val="003B462C"/>
    <w:rsid w:val="003B4731"/>
    <w:rsid w:val="003B73C7"/>
    <w:rsid w:val="003C07F7"/>
    <w:rsid w:val="003C0BE6"/>
    <w:rsid w:val="003C1582"/>
    <w:rsid w:val="003C2C5B"/>
    <w:rsid w:val="003C2ECE"/>
    <w:rsid w:val="003C2F73"/>
    <w:rsid w:val="003C2F9F"/>
    <w:rsid w:val="003C51A8"/>
    <w:rsid w:val="003C5227"/>
    <w:rsid w:val="003C54EF"/>
    <w:rsid w:val="003C6BAD"/>
    <w:rsid w:val="003D08BB"/>
    <w:rsid w:val="003D0BAA"/>
    <w:rsid w:val="003D2244"/>
    <w:rsid w:val="003D2971"/>
    <w:rsid w:val="003D2A3E"/>
    <w:rsid w:val="003D36C6"/>
    <w:rsid w:val="003D55D7"/>
    <w:rsid w:val="003D5728"/>
    <w:rsid w:val="003D5A3F"/>
    <w:rsid w:val="003D5BE9"/>
    <w:rsid w:val="003D5D09"/>
    <w:rsid w:val="003D6CFD"/>
    <w:rsid w:val="003D72D8"/>
    <w:rsid w:val="003D76EF"/>
    <w:rsid w:val="003E09B9"/>
    <w:rsid w:val="003E1D88"/>
    <w:rsid w:val="003E2548"/>
    <w:rsid w:val="003E2C39"/>
    <w:rsid w:val="003E378B"/>
    <w:rsid w:val="003E39FE"/>
    <w:rsid w:val="003E3B53"/>
    <w:rsid w:val="003E3F78"/>
    <w:rsid w:val="003E5053"/>
    <w:rsid w:val="003E5369"/>
    <w:rsid w:val="003E594F"/>
    <w:rsid w:val="003E6BC8"/>
    <w:rsid w:val="003E74EE"/>
    <w:rsid w:val="003E7D05"/>
    <w:rsid w:val="003F0158"/>
    <w:rsid w:val="003F0FAE"/>
    <w:rsid w:val="003F1583"/>
    <w:rsid w:val="003F1D08"/>
    <w:rsid w:val="003F21AF"/>
    <w:rsid w:val="003F2438"/>
    <w:rsid w:val="003F24AA"/>
    <w:rsid w:val="003F3A49"/>
    <w:rsid w:val="003F4BA0"/>
    <w:rsid w:val="003F51D1"/>
    <w:rsid w:val="003F553E"/>
    <w:rsid w:val="003F5BAB"/>
    <w:rsid w:val="003F5FC5"/>
    <w:rsid w:val="003F6396"/>
    <w:rsid w:val="003F6B58"/>
    <w:rsid w:val="003F7571"/>
    <w:rsid w:val="00400324"/>
    <w:rsid w:val="00402137"/>
    <w:rsid w:val="00405B24"/>
    <w:rsid w:val="004068D7"/>
    <w:rsid w:val="00406D73"/>
    <w:rsid w:val="00406F62"/>
    <w:rsid w:val="004078D5"/>
    <w:rsid w:val="00407FFA"/>
    <w:rsid w:val="00410077"/>
    <w:rsid w:val="00412489"/>
    <w:rsid w:val="004133FC"/>
    <w:rsid w:val="00413C68"/>
    <w:rsid w:val="004148EE"/>
    <w:rsid w:val="0042081C"/>
    <w:rsid w:val="0042131F"/>
    <w:rsid w:val="004213AE"/>
    <w:rsid w:val="00421435"/>
    <w:rsid w:val="00422405"/>
    <w:rsid w:val="00422C2C"/>
    <w:rsid w:val="00422D3C"/>
    <w:rsid w:val="00422FE5"/>
    <w:rsid w:val="004247AA"/>
    <w:rsid w:val="00425577"/>
    <w:rsid w:val="00426213"/>
    <w:rsid w:val="004265B6"/>
    <w:rsid w:val="004271B9"/>
    <w:rsid w:val="00427621"/>
    <w:rsid w:val="00427A84"/>
    <w:rsid w:val="00431144"/>
    <w:rsid w:val="00431DA6"/>
    <w:rsid w:val="00432A54"/>
    <w:rsid w:val="00434449"/>
    <w:rsid w:val="00435E72"/>
    <w:rsid w:val="00437104"/>
    <w:rsid w:val="004372D2"/>
    <w:rsid w:val="00437924"/>
    <w:rsid w:val="00437E6A"/>
    <w:rsid w:val="00441C29"/>
    <w:rsid w:val="00441CA4"/>
    <w:rsid w:val="00441FDD"/>
    <w:rsid w:val="00442976"/>
    <w:rsid w:val="00442CBF"/>
    <w:rsid w:val="00444923"/>
    <w:rsid w:val="00445337"/>
    <w:rsid w:val="00446340"/>
    <w:rsid w:val="00446532"/>
    <w:rsid w:val="004475E7"/>
    <w:rsid w:val="0044783A"/>
    <w:rsid w:val="004504BE"/>
    <w:rsid w:val="00451A1E"/>
    <w:rsid w:val="00453ED1"/>
    <w:rsid w:val="00456026"/>
    <w:rsid w:val="004562B2"/>
    <w:rsid w:val="0045702F"/>
    <w:rsid w:val="0045761A"/>
    <w:rsid w:val="00457D65"/>
    <w:rsid w:val="00457F97"/>
    <w:rsid w:val="00460479"/>
    <w:rsid w:val="004606AE"/>
    <w:rsid w:val="0046191B"/>
    <w:rsid w:val="004629DB"/>
    <w:rsid w:val="004635D1"/>
    <w:rsid w:val="0046374E"/>
    <w:rsid w:val="00463FD4"/>
    <w:rsid w:val="004640F5"/>
    <w:rsid w:val="00464C8F"/>
    <w:rsid w:val="0046523D"/>
    <w:rsid w:val="004671BB"/>
    <w:rsid w:val="00467622"/>
    <w:rsid w:val="00470156"/>
    <w:rsid w:val="00471196"/>
    <w:rsid w:val="00472782"/>
    <w:rsid w:val="00473677"/>
    <w:rsid w:val="004736E6"/>
    <w:rsid w:val="004747AA"/>
    <w:rsid w:val="00476484"/>
    <w:rsid w:val="00476A2C"/>
    <w:rsid w:val="0048080A"/>
    <w:rsid w:val="0048092C"/>
    <w:rsid w:val="00481500"/>
    <w:rsid w:val="00481FF7"/>
    <w:rsid w:val="00482198"/>
    <w:rsid w:val="00483AE1"/>
    <w:rsid w:val="0048565E"/>
    <w:rsid w:val="0048568C"/>
    <w:rsid w:val="0048683D"/>
    <w:rsid w:val="00490A43"/>
    <w:rsid w:val="004915BE"/>
    <w:rsid w:val="00494EDE"/>
    <w:rsid w:val="00495BBC"/>
    <w:rsid w:val="00496006"/>
    <w:rsid w:val="004970F8"/>
    <w:rsid w:val="00497216"/>
    <w:rsid w:val="004A20A1"/>
    <w:rsid w:val="004A55EF"/>
    <w:rsid w:val="004A5808"/>
    <w:rsid w:val="004A585E"/>
    <w:rsid w:val="004A6DCB"/>
    <w:rsid w:val="004A7648"/>
    <w:rsid w:val="004A7D0E"/>
    <w:rsid w:val="004A7FA4"/>
    <w:rsid w:val="004B0362"/>
    <w:rsid w:val="004B1108"/>
    <w:rsid w:val="004B202B"/>
    <w:rsid w:val="004B3510"/>
    <w:rsid w:val="004B3BC3"/>
    <w:rsid w:val="004B4119"/>
    <w:rsid w:val="004B5812"/>
    <w:rsid w:val="004B6ED2"/>
    <w:rsid w:val="004B73B7"/>
    <w:rsid w:val="004B76EA"/>
    <w:rsid w:val="004C096B"/>
    <w:rsid w:val="004C1679"/>
    <w:rsid w:val="004C2F21"/>
    <w:rsid w:val="004C3122"/>
    <w:rsid w:val="004C3937"/>
    <w:rsid w:val="004C3D02"/>
    <w:rsid w:val="004C4BF5"/>
    <w:rsid w:val="004C5043"/>
    <w:rsid w:val="004C530D"/>
    <w:rsid w:val="004C5A6B"/>
    <w:rsid w:val="004C6327"/>
    <w:rsid w:val="004C7619"/>
    <w:rsid w:val="004C7D53"/>
    <w:rsid w:val="004D0017"/>
    <w:rsid w:val="004D01EA"/>
    <w:rsid w:val="004D0C94"/>
    <w:rsid w:val="004D0E5D"/>
    <w:rsid w:val="004D1FDC"/>
    <w:rsid w:val="004D25CD"/>
    <w:rsid w:val="004D2B88"/>
    <w:rsid w:val="004D435C"/>
    <w:rsid w:val="004D4684"/>
    <w:rsid w:val="004D478C"/>
    <w:rsid w:val="004D5882"/>
    <w:rsid w:val="004D5AA4"/>
    <w:rsid w:val="004D6A0F"/>
    <w:rsid w:val="004D6CAD"/>
    <w:rsid w:val="004E0E7D"/>
    <w:rsid w:val="004E1D91"/>
    <w:rsid w:val="004E210F"/>
    <w:rsid w:val="004E2E2A"/>
    <w:rsid w:val="004E329C"/>
    <w:rsid w:val="004E32A7"/>
    <w:rsid w:val="004E46F3"/>
    <w:rsid w:val="004E4C43"/>
    <w:rsid w:val="004E50EC"/>
    <w:rsid w:val="004E5186"/>
    <w:rsid w:val="004E5306"/>
    <w:rsid w:val="004E5735"/>
    <w:rsid w:val="004E7803"/>
    <w:rsid w:val="004F039A"/>
    <w:rsid w:val="004F0EEE"/>
    <w:rsid w:val="004F165D"/>
    <w:rsid w:val="004F2765"/>
    <w:rsid w:val="004F2EDC"/>
    <w:rsid w:val="004F3102"/>
    <w:rsid w:val="004F32CA"/>
    <w:rsid w:val="004F349F"/>
    <w:rsid w:val="004F3EFD"/>
    <w:rsid w:val="004F565E"/>
    <w:rsid w:val="004F71E6"/>
    <w:rsid w:val="004F721A"/>
    <w:rsid w:val="0050094D"/>
    <w:rsid w:val="00500E5C"/>
    <w:rsid w:val="0050279D"/>
    <w:rsid w:val="0050295B"/>
    <w:rsid w:val="00502DA9"/>
    <w:rsid w:val="00504AA0"/>
    <w:rsid w:val="00505065"/>
    <w:rsid w:val="0050652A"/>
    <w:rsid w:val="005105C4"/>
    <w:rsid w:val="005114D7"/>
    <w:rsid w:val="005124BD"/>
    <w:rsid w:val="005128D5"/>
    <w:rsid w:val="00512906"/>
    <w:rsid w:val="0051497A"/>
    <w:rsid w:val="00514A32"/>
    <w:rsid w:val="005224D5"/>
    <w:rsid w:val="00522DB9"/>
    <w:rsid w:val="0052383B"/>
    <w:rsid w:val="0052391B"/>
    <w:rsid w:val="0052403F"/>
    <w:rsid w:val="00525D4B"/>
    <w:rsid w:val="00527C39"/>
    <w:rsid w:val="0053039D"/>
    <w:rsid w:val="005304BE"/>
    <w:rsid w:val="005310D3"/>
    <w:rsid w:val="0053246D"/>
    <w:rsid w:val="00532DB5"/>
    <w:rsid w:val="005336D8"/>
    <w:rsid w:val="00534A62"/>
    <w:rsid w:val="00536833"/>
    <w:rsid w:val="00536C58"/>
    <w:rsid w:val="00536F16"/>
    <w:rsid w:val="00537A72"/>
    <w:rsid w:val="005405A4"/>
    <w:rsid w:val="00540960"/>
    <w:rsid w:val="005410EE"/>
    <w:rsid w:val="00541ACC"/>
    <w:rsid w:val="00541C42"/>
    <w:rsid w:val="005422A5"/>
    <w:rsid w:val="00542666"/>
    <w:rsid w:val="005428CA"/>
    <w:rsid w:val="0054492F"/>
    <w:rsid w:val="00544DA6"/>
    <w:rsid w:val="00545207"/>
    <w:rsid w:val="0054567E"/>
    <w:rsid w:val="0055060B"/>
    <w:rsid w:val="005506CD"/>
    <w:rsid w:val="00551120"/>
    <w:rsid w:val="005514A7"/>
    <w:rsid w:val="0055208E"/>
    <w:rsid w:val="005522AD"/>
    <w:rsid w:val="00552CAC"/>
    <w:rsid w:val="00554562"/>
    <w:rsid w:val="00554F2C"/>
    <w:rsid w:val="00555701"/>
    <w:rsid w:val="00555B93"/>
    <w:rsid w:val="00556E49"/>
    <w:rsid w:val="00556F03"/>
    <w:rsid w:val="00557097"/>
    <w:rsid w:val="00557552"/>
    <w:rsid w:val="00560B8F"/>
    <w:rsid w:val="00560BC3"/>
    <w:rsid w:val="00560FC2"/>
    <w:rsid w:val="00561CDA"/>
    <w:rsid w:val="00562EB9"/>
    <w:rsid w:val="005650B6"/>
    <w:rsid w:val="005658C6"/>
    <w:rsid w:val="00566A1F"/>
    <w:rsid w:val="00570C4F"/>
    <w:rsid w:val="005732B6"/>
    <w:rsid w:val="00573EAA"/>
    <w:rsid w:val="005758D8"/>
    <w:rsid w:val="00575E56"/>
    <w:rsid w:val="005760AE"/>
    <w:rsid w:val="005809DF"/>
    <w:rsid w:val="0058172C"/>
    <w:rsid w:val="00581BAF"/>
    <w:rsid w:val="005827F1"/>
    <w:rsid w:val="00583CA0"/>
    <w:rsid w:val="00584B74"/>
    <w:rsid w:val="0058508D"/>
    <w:rsid w:val="00586F0A"/>
    <w:rsid w:val="00590236"/>
    <w:rsid w:val="00590AA6"/>
    <w:rsid w:val="00590FD8"/>
    <w:rsid w:val="00591E9E"/>
    <w:rsid w:val="00591F36"/>
    <w:rsid w:val="0059374B"/>
    <w:rsid w:val="005939C1"/>
    <w:rsid w:val="005957A8"/>
    <w:rsid w:val="005A16D5"/>
    <w:rsid w:val="005A20F2"/>
    <w:rsid w:val="005A25A2"/>
    <w:rsid w:val="005A2A0F"/>
    <w:rsid w:val="005A2B71"/>
    <w:rsid w:val="005A3338"/>
    <w:rsid w:val="005A3B7A"/>
    <w:rsid w:val="005A414F"/>
    <w:rsid w:val="005A7AEB"/>
    <w:rsid w:val="005B089D"/>
    <w:rsid w:val="005B1C17"/>
    <w:rsid w:val="005B207B"/>
    <w:rsid w:val="005B25BA"/>
    <w:rsid w:val="005B299A"/>
    <w:rsid w:val="005B3157"/>
    <w:rsid w:val="005B3F2B"/>
    <w:rsid w:val="005B4505"/>
    <w:rsid w:val="005B4D69"/>
    <w:rsid w:val="005B6895"/>
    <w:rsid w:val="005B6A0C"/>
    <w:rsid w:val="005B7B90"/>
    <w:rsid w:val="005C00EA"/>
    <w:rsid w:val="005C0C20"/>
    <w:rsid w:val="005C2CC7"/>
    <w:rsid w:val="005C34A9"/>
    <w:rsid w:val="005C43CC"/>
    <w:rsid w:val="005C61AB"/>
    <w:rsid w:val="005C69F5"/>
    <w:rsid w:val="005C6C28"/>
    <w:rsid w:val="005C6ECE"/>
    <w:rsid w:val="005D16F9"/>
    <w:rsid w:val="005D182D"/>
    <w:rsid w:val="005D20FF"/>
    <w:rsid w:val="005D457E"/>
    <w:rsid w:val="005D4670"/>
    <w:rsid w:val="005D4FB9"/>
    <w:rsid w:val="005D5BCF"/>
    <w:rsid w:val="005D62C2"/>
    <w:rsid w:val="005D63DD"/>
    <w:rsid w:val="005E208B"/>
    <w:rsid w:val="005E3670"/>
    <w:rsid w:val="005E401B"/>
    <w:rsid w:val="005E55FD"/>
    <w:rsid w:val="005E5EAD"/>
    <w:rsid w:val="005E5FCF"/>
    <w:rsid w:val="005E6C2C"/>
    <w:rsid w:val="005F01A2"/>
    <w:rsid w:val="005F057D"/>
    <w:rsid w:val="005F11AF"/>
    <w:rsid w:val="005F1BD8"/>
    <w:rsid w:val="005F1FE9"/>
    <w:rsid w:val="005F2A7E"/>
    <w:rsid w:val="005F36DE"/>
    <w:rsid w:val="005F42C4"/>
    <w:rsid w:val="005F4734"/>
    <w:rsid w:val="00600812"/>
    <w:rsid w:val="00601223"/>
    <w:rsid w:val="0060137F"/>
    <w:rsid w:val="006023B7"/>
    <w:rsid w:val="00602B51"/>
    <w:rsid w:val="006058C4"/>
    <w:rsid w:val="00605F69"/>
    <w:rsid w:val="00610370"/>
    <w:rsid w:val="00611BBB"/>
    <w:rsid w:val="00612AE2"/>
    <w:rsid w:val="006130A1"/>
    <w:rsid w:val="0061559A"/>
    <w:rsid w:val="006157AF"/>
    <w:rsid w:val="0061594C"/>
    <w:rsid w:val="00616714"/>
    <w:rsid w:val="00620C57"/>
    <w:rsid w:val="0062336D"/>
    <w:rsid w:val="00623AFE"/>
    <w:rsid w:val="00625073"/>
    <w:rsid w:val="006259CD"/>
    <w:rsid w:val="00625FF4"/>
    <w:rsid w:val="00627253"/>
    <w:rsid w:val="00627B14"/>
    <w:rsid w:val="0063093F"/>
    <w:rsid w:val="0063177D"/>
    <w:rsid w:val="006324C0"/>
    <w:rsid w:val="00633163"/>
    <w:rsid w:val="00633505"/>
    <w:rsid w:val="00634D4F"/>
    <w:rsid w:val="00635418"/>
    <w:rsid w:val="00637463"/>
    <w:rsid w:val="00645C35"/>
    <w:rsid w:val="00647979"/>
    <w:rsid w:val="00647EBE"/>
    <w:rsid w:val="00652CD3"/>
    <w:rsid w:val="00652D66"/>
    <w:rsid w:val="00655854"/>
    <w:rsid w:val="006574C2"/>
    <w:rsid w:val="00660172"/>
    <w:rsid w:val="00660D32"/>
    <w:rsid w:val="00663101"/>
    <w:rsid w:val="006631AE"/>
    <w:rsid w:val="00664D31"/>
    <w:rsid w:val="00665F32"/>
    <w:rsid w:val="00666823"/>
    <w:rsid w:val="00667545"/>
    <w:rsid w:val="006704C0"/>
    <w:rsid w:val="00670A57"/>
    <w:rsid w:val="00671502"/>
    <w:rsid w:val="00672315"/>
    <w:rsid w:val="00672DE9"/>
    <w:rsid w:val="0067451E"/>
    <w:rsid w:val="00674D2C"/>
    <w:rsid w:val="00676084"/>
    <w:rsid w:val="00677B2C"/>
    <w:rsid w:val="00682C06"/>
    <w:rsid w:val="006833F9"/>
    <w:rsid w:val="00684658"/>
    <w:rsid w:val="00684672"/>
    <w:rsid w:val="00684CBB"/>
    <w:rsid w:val="00684F01"/>
    <w:rsid w:val="00685329"/>
    <w:rsid w:val="0068533E"/>
    <w:rsid w:val="00685710"/>
    <w:rsid w:val="00686B87"/>
    <w:rsid w:val="00686D3E"/>
    <w:rsid w:val="00686D6F"/>
    <w:rsid w:val="00687A45"/>
    <w:rsid w:val="00691670"/>
    <w:rsid w:val="006925BF"/>
    <w:rsid w:val="00693090"/>
    <w:rsid w:val="0069350B"/>
    <w:rsid w:val="00693E82"/>
    <w:rsid w:val="00694C4B"/>
    <w:rsid w:val="00695A76"/>
    <w:rsid w:val="0069604C"/>
    <w:rsid w:val="006A0BC3"/>
    <w:rsid w:val="006A169E"/>
    <w:rsid w:val="006A236E"/>
    <w:rsid w:val="006A333C"/>
    <w:rsid w:val="006A54AE"/>
    <w:rsid w:val="006A62DD"/>
    <w:rsid w:val="006A6341"/>
    <w:rsid w:val="006A70E3"/>
    <w:rsid w:val="006A7173"/>
    <w:rsid w:val="006A7EB2"/>
    <w:rsid w:val="006B13DF"/>
    <w:rsid w:val="006B1C10"/>
    <w:rsid w:val="006B3588"/>
    <w:rsid w:val="006B409A"/>
    <w:rsid w:val="006B4369"/>
    <w:rsid w:val="006B500C"/>
    <w:rsid w:val="006B5046"/>
    <w:rsid w:val="006B58D9"/>
    <w:rsid w:val="006B671E"/>
    <w:rsid w:val="006B6DAD"/>
    <w:rsid w:val="006B79C5"/>
    <w:rsid w:val="006B7CBB"/>
    <w:rsid w:val="006C13CA"/>
    <w:rsid w:val="006C148A"/>
    <w:rsid w:val="006C35E5"/>
    <w:rsid w:val="006C3AD9"/>
    <w:rsid w:val="006C4E49"/>
    <w:rsid w:val="006C6CB6"/>
    <w:rsid w:val="006C72C0"/>
    <w:rsid w:val="006D0665"/>
    <w:rsid w:val="006D1323"/>
    <w:rsid w:val="006D14D1"/>
    <w:rsid w:val="006D2EE5"/>
    <w:rsid w:val="006D3910"/>
    <w:rsid w:val="006D3C0B"/>
    <w:rsid w:val="006D4711"/>
    <w:rsid w:val="006D5CEC"/>
    <w:rsid w:val="006D684F"/>
    <w:rsid w:val="006D6BA9"/>
    <w:rsid w:val="006D7762"/>
    <w:rsid w:val="006D7990"/>
    <w:rsid w:val="006E1A9B"/>
    <w:rsid w:val="006E1ABC"/>
    <w:rsid w:val="006E29F7"/>
    <w:rsid w:val="006E2B13"/>
    <w:rsid w:val="006E35CD"/>
    <w:rsid w:val="006E3B89"/>
    <w:rsid w:val="006E5257"/>
    <w:rsid w:val="006E5E98"/>
    <w:rsid w:val="006E7588"/>
    <w:rsid w:val="006E7708"/>
    <w:rsid w:val="006F0E51"/>
    <w:rsid w:val="006F0EC7"/>
    <w:rsid w:val="006F1060"/>
    <w:rsid w:val="006F2EE3"/>
    <w:rsid w:val="006F3C3B"/>
    <w:rsid w:val="006F4295"/>
    <w:rsid w:val="006F42E8"/>
    <w:rsid w:val="006F45A5"/>
    <w:rsid w:val="006F7333"/>
    <w:rsid w:val="007006A4"/>
    <w:rsid w:val="00701535"/>
    <w:rsid w:val="00704672"/>
    <w:rsid w:val="00704B19"/>
    <w:rsid w:val="00704C2E"/>
    <w:rsid w:val="007067B9"/>
    <w:rsid w:val="00710915"/>
    <w:rsid w:val="00710F85"/>
    <w:rsid w:val="007112AC"/>
    <w:rsid w:val="0071316C"/>
    <w:rsid w:val="00715B2E"/>
    <w:rsid w:val="00715EC3"/>
    <w:rsid w:val="00715F8F"/>
    <w:rsid w:val="00716EB7"/>
    <w:rsid w:val="00717511"/>
    <w:rsid w:val="0072365B"/>
    <w:rsid w:val="00724272"/>
    <w:rsid w:val="00725660"/>
    <w:rsid w:val="007266AA"/>
    <w:rsid w:val="0073225D"/>
    <w:rsid w:val="00733433"/>
    <w:rsid w:val="007347B3"/>
    <w:rsid w:val="00735BC1"/>
    <w:rsid w:val="007367D4"/>
    <w:rsid w:val="007369E2"/>
    <w:rsid w:val="00737CEE"/>
    <w:rsid w:val="00737D3E"/>
    <w:rsid w:val="00737F5A"/>
    <w:rsid w:val="0074183F"/>
    <w:rsid w:val="00742588"/>
    <w:rsid w:val="00742D21"/>
    <w:rsid w:val="00742E14"/>
    <w:rsid w:val="00746063"/>
    <w:rsid w:val="00746CFB"/>
    <w:rsid w:val="00751DDC"/>
    <w:rsid w:val="00751E76"/>
    <w:rsid w:val="0075290E"/>
    <w:rsid w:val="00753520"/>
    <w:rsid w:val="00754232"/>
    <w:rsid w:val="00755558"/>
    <w:rsid w:val="00755D4C"/>
    <w:rsid w:val="00755F38"/>
    <w:rsid w:val="00756DF8"/>
    <w:rsid w:val="0075736F"/>
    <w:rsid w:val="00757691"/>
    <w:rsid w:val="007602DB"/>
    <w:rsid w:val="00760DBF"/>
    <w:rsid w:val="00762B3C"/>
    <w:rsid w:val="00762B47"/>
    <w:rsid w:val="00762CFF"/>
    <w:rsid w:val="00765D16"/>
    <w:rsid w:val="00765FC1"/>
    <w:rsid w:val="007671E6"/>
    <w:rsid w:val="00767BE2"/>
    <w:rsid w:val="00767C98"/>
    <w:rsid w:val="007726D3"/>
    <w:rsid w:val="00772991"/>
    <w:rsid w:val="00772A20"/>
    <w:rsid w:val="00772E3A"/>
    <w:rsid w:val="00775006"/>
    <w:rsid w:val="00775814"/>
    <w:rsid w:val="00775DFF"/>
    <w:rsid w:val="00777521"/>
    <w:rsid w:val="007779C9"/>
    <w:rsid w:val="00777EAE"/>
    <w:rsid w:val="00777FD1"/>
    <w:rsid w:val="0078062B"/>
    <w:rsid w:val="007808B4"/>
    <w:rsid w:val="00781087"/>
    <w:rsid w:val="007817C6"/>
    <w:rsid w:val="0078299C"/>
    <w:rsid w:val="0078336D"/>
    <w:rsid w:val="00783C9C"/>
    <w:rsid w:val="007924E4"/>
    <w:rsid w:val="00794BB6"/>
    <w:rsid w:val="00795EBB"/>
    <w:rsid w:val="00796BAD"/>
    <w:rsid w:val="007A2512"/>
    <w:rsid w:val="007A2874"/>
    <w:rsid w:val="007A2ABC"/>
    <w:rsid w:val="007A46F6"/>
    <w:rsid w:val="007A4CC0"/>
    <w:rsid w:val="007A517C"/>
    <w:rsid w:val="007A69A8"/>
    <w:rsid w:val="007A6DB8"/>
    <w:rsid w:val="007A6E30"/>
    <w:rsid w:val="007A722E"/>
    <w:rsid w:val="007A7C10"/>
    <w:rsid w:val="007A7DCE"/>
    <w:rsid w:val="007A7ED9"/>
    <w:rsid w:val="007B0B59"/>
    <w:rsid w:val="007B1057"/>
    <w:rsid w:val="007B11E0"/>
    <w:rsid w:val="007B1821"/>
    <w:rsid w:val="007B4A1E"/>
    <w:rsid w:val="007B6158"/>
    <w:rsid w:val="007B658E"/>
    <w:rsid w:val="007B67DC"/>
    <w:rsid w:val="007B79BE"/>
    <w:rsid w:val="007B7F4D"/>
    <w:rsid w:val="007C26A2"/>
    <w:rsid w:val="007C3096"/>
    <w:rsid w:val="007C327B"/>
    <w:rsid w:val="007C57AF"/>
    <w:rsid w:val="007C5BD2"/>
    <w:rsid w:val="007C5FD5"/>
    <w:rsid w:val="007C67ED"/>
    <w:rsid w:val="007C6F07"/>
    <w:rsid w:val="007C7001"/>
    <w:rsid w:val="007C7406"/>
    <w:rsid w:val="007D0245"/>
    <w:rsid w:val="007D0F55"/>
    <w:rsid w:val="007D133E"/>
    <w:rsid w:val="007D1908"/>
    <w:rsid w:val="007D1A11"/>
    <w:rsid w:val="007D1D1A"/>
    <w:rsid w:val="007D2440"/>
    <w:rsid w:val="007D301D"/>
    <w:rsid w:val="007D4C7F"/>
    <w:rsid w:val="007D53D8"/>
    <w:rsid w:val="007D6CA4"/>
    <w:rsid w:val="007D7C2A"/>
    <w:rsid w:val="007E0151"/>
    <w:rsid w:val="007E184D"/>
    <w:rsid w:val="007E205B"/>
    <w:rsid w:val="007E2A2F"/>
    <w:rsid w:val="007E2C35"/>
    <w:rsid w:val="007E2D52"/>
    <w:rsid w:val="007E320F"/>
    <w:rsid w:val="007E3A6D"/>
    <w:rsid w:val="007E4C1B"/>
    <w:rsid w:val="007E503B"/>
    <w:rsid w:val="007E5138"/>
    <w:rsid w:val="007E5514"/>
    <w:rsid w:val="007E6D8D"/>
    <w:rsid w:val="007E713E"/>
    <w:rsid w:val="007F074A"/>
    <w:rsid w:val="007F164F"/>
    <w:rsid w:val="007F1B24"/>
    <w:rsid w:val="007F241D"/>
    <w:rsid w:val="007F26F4"/>
    <w:rsid w:val="007F44DF"/>
    <w:rsid w:val="007F4B0C"/>
    <w:rsid w:val="007F5E1C"/>
    <w:rsid w:val="008000D0"/>
    <w:rsid w:val="00801F68"/>
    <w:rsid w:val="008028B5"/>
    <w:rsid w:val="008030D9"/>
    <w:rsid w:val="00803657"/>
    <w:rsid w:val="0080381F"/>
    <w:rsid w:val="00803BA7"/>
    <w:rsid w:val="0080574D"/>
    <w:rsid w:val="008073B3"/>
    <w:rsid w:val="0080747F"/>
    <w:rsid w:val="0081013A"/>
    <w:rsid w:val="0081018E"/>
    <w:rsid w:val="00811076"/>
    <w:rsid w:val="008119B9"/>
    <w:rsid w:val="00812090"/>
    <w:rsid w:val="00814F11"/>
    <w:rsid w:val="00815D7B"/>
    <w:rsid w:val="008162C9"/>
    <w:rsid w:val="008162D5"/>
    <w:rsid w:val="00816350"/>
    <w:rsid w:val="008164EB"/>
    <w:rsid w:val="00816B13"/>
    <w:rsid w:val="008211CF"/>
    <w:rsid w:val="008215F1"/>
    <w:rsid w:val="00821B60"/>
    <w:rsid w:val="00821FA8"/>
    <w:rsid w:val="00823E70"/>
    <w:rsid w:val="008244F3"/>
    <w:rsid w:val="008247ED"/>
    <w:rsid w:val="0082499B"/>
    <w:rsid w:val="00825823"/>
    <w:rsid w:val="00826CEA"/>
    <w:rsid w:val="00827279"/>
    <w:rsid w:val="0082758E"/>
    <w:rsid w:val="00831CCC"/>
    <w:rsid w:val="00831F07"/>
    <w:rsid w:val="00832CEA"/>
    <w:rsid w:val="00833CB6"/>
    <w:rsid w:val="00833E2B"/>
    <w:rsid w:val="00834217"/>
    <w:rsid w:val="0083424A"/>
    <w:rsid w:val="008342EC"/>
    <w:rsid w:val="008344F5"/>
    <w:rsid w:val="0083456C"/>
    <w:rsid w:val="00834657"/>
    <w:rsid w:val="00835DFD"/>
    <w:rsid w:val="00836162"/>
    <w:rsid w:val="008410DB"/>
    <w:rsid w:val="00842111"/>
    <w:rsid w:val="0084214F"/>
    <w:rsid w:val="00842D39"/>
    <w:rsid w:val="008432C3"/>
    <w:rsid w:val="008432D4"/>
    <w:rsid w:val="00843E4C"/>
    <w:rsid w:val="00846EDF"/>
    <w:rsid w:val="0084707C"/>
    <w:rsid w:val="0085565D"/>
    <w:rsid w:val="00857916"/>
    <w:rsid w:val="00861595"/>
    <w:rsid w:val="00861EE4"/>
    <w:rsid w:val="00863F38"/>
    <w:rsid w:val="008640B7"/>
    <w:rsid w:val="008641DA"/>
    <w:rsid w:val="00864E37"/>
    <w:rsid w:val="00870271"/>
    <w:rsid w:val="0087060A"/>
    <w:rsid w:val="00871803"/>
    <w:rsid w:val="00872FE4"/>
    <w:rsid w:val="00873562"/>
    <w:rsid w:val="00873891"/>
    <w:rsid w:val="00873B30"/>
    <w:rsid w:val="00875FFB"/>
    <w:rsid w:val="00877D4E"/>
    <w:rsid w:val="008813AF"/>
    <w:rsid w:val="00881E9F"/>
    <w:rsid w:val="00884868"/>
    <w:rsid w:val="008859CF"/>
    <w:rsid w:val="00885BE7"/>
    <w:rsid w:val="00886A18"/>
    <w:rsid w:val="0088715B"/>
    <w:rsid w:val="008879AE"/>
    <w:rsid w:val="00887E71"/>
    <w:rsid w:val="00890528"/>
    <w:rsid w:val="00890DEE"/>
    <w:rsid w:val="00890EE0"/>
    <w:rsid w:val="008910BD"/>
    <w:rsid w:val="00891376"/>
    <w:rsid w:val="00892335"/>
    <w:rsid w:val="008935B3"/>
    <w:rsid w:val="00893BB8"/>
    <w:rsid w:val="008950C2"/>
    <w:rsid w:val="00896A8D"/>
    <w:rsid w:val="00896AEE"/>
    <w:rsid w:val="0089717E"/>
    <w:rsid w:val="008A1570"/>
    <w:rsid w:val="008A1944"/>
    <w:rsid w:val="008A300C"/>
    <w:rsid w:val="008A68B3"/>
    <w:rsid w:val="008A73FC"/>
    <w:rsid w:val="008A74B9"/>
    <w:rsid w:val="008A79D3"/>
    <w:rsid w:val="008A7A3A"/>
    <w:rsid w:val="008B0457"/>
    <w:rsid w:val="008B0A02"/>
    <w:rsid w:val="008B2847"/>
    <w:rsid w:val="008B2897"/>
    <w:rsid w:val="008B4C2A"/>
    <w:rsid w:val="008B5B2E"/>
    <w:rsid w:val="008B6368"/>
    <w:rsid w:val="008C08CE"/>
    <w:rsid w:val="008C3031"/>
    <w:rsid w:val="008C354C"/>
    <w:rsid w:val="008C5D31"/>
    <w:rsid w:val="008C7903"/>
    <w:rsid w:val="008D1FBA"/>
    <w:rsid w:val="008D233F"/>
    <w:rsid w:val="008D2E00"/>
    <w:rsid w:val="008D2F3D"/>
    <w:rsid w:val="008D3012"/>
    <w:rsid w:val="008D3D67"/>
    <w:rsid w:val="008D530D"/>
    <w:rsid w:val="008D5F3D"/>
    <w:rsid w:val="008D6737"/>
    <w:rsid w:val="008D73A6"/>
    <w:rsid w:val="008D7411"/>
    <w:rsid w:val="008E2D5A"/>
    <w:rsid w:val="008E35E8"/>
    <w:rsid w:val="008E3FD2"/>
    <w:rsid w:val="008E40C4"/>
    <w:rsid w:val="008E4AE3"/>
    <w:rsid w:val="008E72ED"/>
    <w:rsid w:val="008F1590"/>
    <w:rsid w:val="008F29A8"/>
    <w:rsid w:val="008F29F4"/>
    <w:rsid w:val="008F43B8"/>
    <w:rsid w:val="008F44E7"/>
    <w:rsid w:val="008F6549"/>
    <w:rsid w:val="008F6746"/>
    <w:rsid w:val="008F7075"/>
    <w:rsid w:val="008F7328"/>
    <w:rsid w:val="008F7485"/>
    <w:rsid w:val="008F7BA3"/>
    <w:rsid w:val="008F7C57"/>
    <w:rsid w:val="0090098B"/>
    <w:rsid w:val="00903539"/>
    <w:rsid w:val="00903710"/>
    <w:rsid w:val="00904041"/>
    <w:rsid w:val="00904377"/>
    <w:rsid w:val="00904A11"/>
    <w:rsid w:val="00904FCB"/>
    <w:rsid w:val="009071B3"/>
    <w:rsid w:val="00907634"/>
    <w:rsid w:val="009076C2"/>
    <w:rsid w:val="009101E3"/>
    <w:rsid w:val="00910A1D"/>
    <w:rsid w:val="00910D68"/>
    <w:rsid w:val="00910E2E"/>
    <w:rsid w:val="0091236A"/>
    <w:rsid w:val="0091292A"/>
    <w:rsid w:val="00912E41"/>
    <w:rsid w:val="00913AEE"/>
    <w:rsid w:val="00914151"/>
    <w:rsid w:val="00914A70"/>
    <w:rsid w:val="009175C9"/>
    <w:rsid w:val="00920946"/>
    <w:rsid w:val="00920CB2"/>
    <w:rsid w:val="0092108D"/>
    <w:rsid w:val="00921468"/>
    <w:rsid w:val="00921619"/>
    <w:rsid w:val="009217D6"/>
    <w:rsid w:val="00921BB6"/>
    <w:rsid w:val="00921EAB"/>
    <w:rsid w:val="00922DDF"/>
    <w:rsid w:val="00922EAB"/>
    <w:rsid w:val="009230A4"/>
    <w:rsid w:val="009236E0"/>
    <w:rsid w:val="009243BB"/>
    <w:rsid w:val="00924B65"/>
    <w:rsid w:val="00924D25"/>
    <w:rsid w:val="0092624F"/>
    <w:rsid w:val="00926329"/>
    <w:rsid w:val="00926333"/>
    <w:rsid w:val="00926355"/>
    <w:rsid w:val="00926A78"/>
    <w:rsid w:val="00926C0D"/>
    <w:rsid w:val="00927E08"/>
    <w:rsid w:val="00927FB0"/>
    <w:rsid w:val="00931B8E"/>
    <w:rsid w:val="009322B4"/>
    <w:rsid w:val="00933F12"/>
    <w:rsid w:val="00934F25"/>
    <w:rsid w:val="00935E2F"/>
    <w:rsid w:val="009376C0"/>
    <w:rsid w:val="00940357"/>
    <w:rsid w:val="0094183D"/>
    <w:rsid w:val="009422B7"/>
    <w:rsid w:val="00942928"/>
    <w:rsid w:val="00942955"/>
    <w:rsid w:val="00943791"/>
    <w:rsid w:val="009444D8"/>
    <w:rsid w:val="0094605C"/>
    <w:rsid w:val="009460E4"/>
    <w:rsid w:val="00946FCB"/>
    <w:rsid w:val="009500DD"/>
    <w:rsid w:val="009527DB"/>
    <w:rsid w:val="00952F1F"/>
    <w:rsid w:val="00953557"/>
    <w:rsid w:val="00957223"/>
    <w:rsid w:val="00960023"/>
    <w:rsid w:val="009608BF"/>
    <w:rsid w:val="0096270B"/>
    <w:rsid w:val="00964A61"/>
    <w:rsid w:val="009650DA"/>
    <w:rsid w:val="00965616"/>
    <w:rsid w:val="009662BA"/>
    <w:rsid w:val="00966D4A"/>
    <w:rsid w:val="00967964"/>
    <w:rsid w:val="00970253"/>
    <w:rsid w:val="00970409"/>
    <w:rsid w:val="009733D1"/>
    <w:rsid w:val="00974939"/>
    <w:rsid w:val="00975030"/>
    <w:rsid w:val="0097534E"/>
    <w:rsid w:val="0097611D"/>
    <w:rsid w:val="00976804"/>
    <w:rsid w:val="009803B2"/>
    <w:rsid w:val="00980CC9"/>
    <w:rsid w:val="00980FF9"/>
    <w:rsid w:val="00981FB3"/>
    <w:rsid w:val="009820B9"/>
    <w:rsid w:val="00986104"/>
    <w:rsid w:val="0098611F"/>
    <w:rsid w:val="00986350"/>
    <w:rsid w:val="009866B2"/>
    <w:rsid w:val="00987406"/>
    <w:rsid w:val="009906BA"/>
    <w:rsid w:val="009910D3"/>
    <w:rsid w:val="009918CD"/>
    <w:rsid w:val="00994667"/>
    <w:rsid w:val="009958D2"/>
    <w:rsid w:val="0099645C"/>
    <w:rsid w:val="00996565"/>
    <w:rsid w:val="00996D13"/>
    <w:rsid w:val="0099771D"/>
    <w:rsid w:val="009A0371"/>
    <w:rsid w:val="009A04D5"/>
    <w:rsid w:val="009A3CAC"/>
    <w:rsid w:val="009A422A"/>
    <w:rsid w:val="009A51A0"/>
    <w:rsid w:val="009A56D7"/>
    <w:rsid w:val="009A5FA6"/>
    <w:rsid w:val="009A6C9C"/>
    <w:rsid w:val="009B1BB0"/>
    <w:rsid w:val="009B234C"/>
    <w:rsid w:val="009B2AD5"/>
    <w:rsid w:val="009B3D5F"/>
    <w:rsid w:val="009B4009"/>
    <w:rsid w:val="009B5773"/>
    <w:rsid w:val="009B64EA"/>
    <w:rsid w:val="009C00ED"/>
    <w:rsid w:val="009C121B"/>
    <w:rsid w:val="009C2C57"/>
    <w:rsid w:val="009C35D4"/>
    <w:rsid w:val="009C37C2"/>
    <w:rsid w:val="009C3840"/>
    <w:rsid w:val="009C4226"/>
    <w:rsid w:val="009C4235"/>
    <w:rsid w:val="009C58C6"/>
    <w:rsid w:val="009C59AA"/>
    <w:rsid w:val="009C6F59"/>
    <w:rsid w:val="009D052C"/>
    <w:rsid w:val="009D0FFF"/>
    <w:rsid w:val="009D15A9"/>
    <w:rsid w:val="009D19B3"/>
    <w:rsid w:val="009D27B3"/>
    <w:rsid w:val="009D2A13"/>
    <w:rsid w:val="009D2EF8"/>
    <w:rsid w:val="009D4652"/>
    <w:rsid w:val="009D5A26"/>
    <w:rsid w:val="009D6C38"/>
    <w:rsid w:val="009D71DD"/>
    <w:rsid w:val="009D7D36"/>
    <w:rsid w:val="009D7DE4"/>
    <w:rsid w:val="009E0FDD"/>
    <w:rsid w:val="009E35E5"/>
    <w:rsid w:val="009E4890"/>
    <w:rsid w:val="009E64CB"/>
    <w:rsid w:val="009E6542"/>
    <w:rsid w:val="009F0AD0"/>
    <w:rsid w:val="009F2685"/>
    <w:rsid w:val="009F322D"/>
    <w:rsid w:val="009F361B"/>
    <w:rsid w:val="009F54F9"/>
    <w:rsid w:val="009F586F"/>
    <w:rsid w:val="009F6348"/>
    <w:rsid w:val="009F6945"/>
    <w:rsid w:val="009F7D35"/>
    <w:rsid w:val="009F7EAC"/>
    <w:rsid w:val="00A007C5"/>
    <w:rsid w:val="00A00E1E"/>
    <w:rsid w:val="00A01511"/>
    <w:rsid w:val="00A016E8"/>
    <w:rsid w:val="00A039E9"/>
    <w:rsid w:val="00A03EC4"/>
    <w:rsid w:val="00A04218"/>
    <w:rsid w:val="00A04B64"/>
    <w:rsid w:val="00A04D4D"/>
    <w:rsid w:val="00A057DD"/>
    <w:rsid w:val="00A05ABA"/>
    <w:rsid w:val="00A07EB5"/>
    <w:rsid w:val="00A10B12"/>
    <w:rsid w:val="00A11121"/>
    <w:rsid w:val="00A12F97"/>
    <w:rsid w:val="00A135B3"/>
    <w:rsid w:val="00A15566"/>
    <w:rsid w:val="00A1695C"/>
    <w:rsid w:val="00A20177"/>
    <w:rsid w:val="00A20B1D"/>
    <w:rsid w:val="00A20D40"/>
    <w:rsid w:val="00A21885"/>
    <w:rsid w:val="00A21C70"/>
    <w:rsid w:val="00A22380"/>
    <w:rsid w:val="00A23FD5"/>
    <w:rsid w:val="00A24D57"/>
    <w:rsid w:val="00A25663"/>
    <w:rsid w:val="00A262A1"/>
    <w:rsid w:val="00A26961"/>
    <w:rsid w:val="00A26F4C"/>
    <w:rsid w:val="00A3082D"/>
    <w:rsid w:val="00A30F5C"/>
    <w:rsid w:val="00A329AE"/>
    <w:rsid w:val="00A33449"/>
    <w:rsid w:val="00A337EB"/>
    <w:rsid w:val="00A33C76"/>
    <w:rsid w:val="00A346E6"/>
    <w:rsid w:val="00A34F67"/>
    <w:rsid w:val="00A35283"/>
    <w:rsid w:val="00A35A6F"/>
    <w:rsid w:val="00A3669E"/>
    <w:rsid w:val="00A37506"/>
    <w:rsid w:val="00A37E90"/>
    <w:rsid w:val="00A411B1"/>
    <w:rsid w:val="00A43A1F"/>
    <w:rsid w:val="00A444CD"/>
    <w:rsid w:val="00A4589B"/>
    <w:rsid w:val="00A466AF"/>
    <w:rsid w:val="00A46AAE"/>
    <w:rsid w:val="00A46C32"/>
    <w:rsid w:val="00A47520"/>
    <w:rsid w:val="00A47D2C"/>
    <w:rsid w:val="00A5279E"/>
    <w:rsid w:val="00A55E27"/>
    <w:rsid w:val="00A55F45"/>
    <w:rsid w:val="00A56C77"/>
    <w:rsid w:val="00A63097"/>
    <w:rsid w:val="00A64032"/>
    <w:rsid w:val="00A64362"/>
    <w:rsid w:val="00A644D0"/>
    <w:rsid w:val="00A65358"/>
    <w:rsid w:val="00A72E62"/>
    <w:rsid w:val="00A72F0E"/>
    <w:rsid w:val="00A737CE"/>
    <w:rsid w:val="00A73E1F"/>
    <w:rsid w:val="00A74CD5"/>
    <w:rsid w:val="00A7547A"/>
    <w:rsid w:val="00A75F95"/>
    <w:rsid w:val="00A770AC"/>
    <w:rsid w:val="00A818C0"/>
    <w:rsid w:val="00A82AF0"/>
    <w:rsid w:val="00A834ED"/>
    <w:rsid w:val="00A839F8"/>
    <w:rsid w:val="00A8504D"/>
    <w:rsid w:val="00A854DD"/>
    <w:rsid w:val="00A876D9"/>
    <w:rsid w:val="00A87A92"/>
    <w:rsid w:val="00A93A13"/>
    <w:rsid w:val="00A966C1"/>
    <w:rsid w:val="00A9739E"/>
    <w:rsid w:val="00A976A5"/>
    <w:rsid w:val="00AA0B0B"/>
    <w:rsid w:val="00AA45B5"/>
    <w:rsid w:val="00AA55EE"/>
    <w:rsid w:val="00AA58E1"/>
    <w:rsid w:val="00AA597D"/>
    <w:rsid w:val="00AA73C9"/>
    <w:rsid w:val="00AA7C48"/>
    <w:rsid w:val="00AB0BDF"/>
    <w:rsid w:val="00AB0D81"/>
    <w:rsid w:val="00AB2C91"/>
    <w:rsid w:val="00AB3257"/>
    <w:rsid w:val="00AB3535"/>
    <w:rsid w:val="00AB4068"/>
    <w:rsid w:val="00AB40B5"/>
    <w:rsid w:val="00AB4126"/>
    <w:rsid w:val="00AB654B"/>
    <w:rsid w:val="00AB6587"/>
    <w:rsid w:val="00AC0942"/>
    <w:rsid w:val="00AC31ED"/>
    <w:rsid w:val="00AC5C91"/>
    <w:rsid w:val="00AC603A"/>
    <w:rsid w:val="00AC799D"/>
    <w:rsid w:val="00AD16A7"/>
    <w:rsid w:val="00AD2892"/>
    <w:rsid w:val="00AD2C38"/>
    <w:rsid w:val="00AD31DD"/>
    <w:rsid w:val="00AD33E6"/>
    <w:rsid w:val="00AD3AEE"/>
    <w:rsid w:val="00AD48D9"/>
    <w:rsid w:val="00AD581F"/>
    <w:rsid w:val="00AD5A62"/>
    <w:rsid w:val="00AD64ED"/>
    <w:rsid w:val="00AE118A"/>
    <w:rsid w:val="00AE21EF"/>
    <w:rsid w:val="00AE2A05"/>
    <w:rsid w:val="00AE3C66"/>
    <w:rsid w:val="00AE5684"/>
    <w:rsid w:val="00AE5EB1"/>
    <w:rsid w:val="00AE62FF"/>
    <w:rsid w:val="00AF1073"/>
    <w:rsid w:val="00AF32AE"/>
    <w:rsid w:val="00AF35A0"/>
    <w:rsid w:val="00AF42D1"/>
    <w:rsid w:val="00AF5748"/>
    <w:rsid w:val="00AF67FD"/>
    <w:rsid w:val="00AF69AC"/>
    <w:rsid w:val="00AF78CB"/>
    <w:rsid w:val="00B00823"/>
    <w:rsid w:val="00B01416"/>
    <w:rsid w:val="00B01997"/>
    <w:rsid w:val="00B03484"/>
    <w:rsid w:val="00B04BFA"/>
    <w:rsid w:val="00B05AF4"/>
    <w:rsid w:val="00B07C7B"/>
    <w:rsid w:val="00B1149B"/>
    <w:rsid w:val="00B11829"/>
    <w:rsid w:val="00B130C8"/>
    <w:rsid w:val="00B15015"/>
    <w:rsid w:val="00B16D47"/>
    <w:rsid w:val="00B16E78"/>
    <w:rsid w:val="00B21B5B"/>
    <w:rsid w:val="00B229FF"/>
    <w:rsid w:val="00B237A1"/>
    <w:rsid w:val="00B24E9E"/>
    <w:rsid w:val="00B2512B"/>
    <w:rsid w:val="00B25604"/>
    <w:rsid w:val="00B25FD8"/>
    <w:rsid w:val="00B262FB"/>
    <w:rsid w:val="00B266C7"/>
    <w:rsid w:val="00B277F3"/>
    <w:rsid w:val="00B310B4"/>
    <w:rsid w:val="00B32847"/>
    <w:rsid w:val="00B3478B"/>
    <w:rsid w:val="00B3584C"/>
    <w:rsid w:val="00B359F3"/>
    <w:rsid w:val="00B36153"/>
    <w:rsid w:val="00B361C8"/>
    <w:rsid w:val="00B36B6F"/>
    <w:rsid w:val="00B36E45"/>
    <w:rsid w:val="00B3752B"/>
    <w:rsid w:val="00B40315"/>
    <w:rsid w:val="00B40DB5"/>
    <w:rsid w:val="00B41660"/>
    <w:rsid w:val="00B4219D"/>
    <w:rsid w:val="00B42E05"/>
    <w:rsid w:val="00B44889"/>
    <w:rsid w:val="00B46A20"/>
    <w:rsid w:val="00B474E2"/>
    <w:rsid w:val="00B47D67"/>
    <w:rsid w:val="00B5078F"/>
    <w:rsid w:val="00B51DA3"/>
    <w:rsid w:val="00B5363B"/>
    <w:rsid w:val="00B53909"/>
    <w:rsid w:val="00B54E4F"/>
    <w:rsid w:val="00B55885"/>
    <w:rsid w:val="00B55DE8"/>
    <w:rsid w:val="00B56EDA"/>
    <w:rsid w:val="00B60F6C"/>
    <w:rsid w:val="00B6173E"/>
    <w:rsid w:val="00B635C7"/>
    <w:rsid w:val="00B6371E"/>
    <w:rsid w:val="00B63C8D"/>
    <w:rsid w:val="00B646F7"/>
    <w:rsid w:val="00B64F45"/>
    <w:rsid w:val="00B65C9E"/>
    <w:rsid w:val="00B66C4D"/>
    <w:rsid w:val="00B67E27"/>
    <w:rsid w:val="00B70668"/>
    <w:rsid w:val="00B70B9A"/>
    <w:rsid w:val="00B71F8D"/>
    <w:rsid w:val="00B72428"/>
    <w:rsid w:val="00B72812"/>
    <w:rsid w:val="00B736C1"/>
    <w:rsid w:val="00B73B26"/>
    <w:rsid w:val="00B73B4A"/>
    <w:rsid w:val="00B7431F"/>
    <w:rsid w:val="00B75B25"/>
    <w:rsid w:val="00B75BE8"/>
    <w:rsid w:val="00B76FB1"/>
    <w:rsid w:val="00B81039"/>
    <w:rsid w:val="00B81FA3"/>
    <w:rsid w:val="00B82C3C"/>
    <w:rsid w:val="00B82E40"/>
    <w:rsid w:val="00B83502"/>
    <w:rsid w:val="00B8358B"/>
    <w:rsid w:val="00B83C44"/>
    <w:rsid w:val="00B84173"/>
    <w:rsid w:val="00B858A1"/>
    <w:rsid w:val="00B86874"/>
    <w:rsid w:val="00B877DF"/>
    <w:rsid w:val="00B90062"/>
    <w:rsid w:val="00B900B3"/>
    <w:rsid w:val="00B90EFA"/>
    <w:rsid w:val="00B90F96"/>
    <w:rsid w:val="00B92B07"/>
    <w:rsid w:val="00B936B9"/>
    <w:rsid w:val="00B944E0"/>
    <w:rsid w:val="00B94E15"/>
    <w:rsid w:val="00B955EC"/>
    <w:rsid w:val="00B96924"/>
    <w:rsid w:val="00B97A31"/>
    <w:rsid w:val="00BA09A5"/>
    <w:rsid w:val="00BA0FB3"/>
    <w:rsid w:val="00BA1606"/>
    <w:rsid w:val="00BA1729"/>
    <w:rsid w:val="00BA18D0"/>
    <w:rsid w:val="00BA1F81"/>
    <w:rsid w:val="00BA2413"/>
    <w:rsid w:val="00BA29BC"/>
    <w:rsid w:val="00BA3250"/>
    <w:rsid w:val="00BA473F"/>
    <w:rsid w:val="00BA4AC9"/>
    <w:rsid w:val="00BA4C0C"/>
    <w:rsid w:val="00BA4FDF"/>
    <w:rsid w:val="00BA5603"/>
    <w:rsid w:val="00BA5DA3"/>
    <w:rsid w:val="00BA7498"/>
    <w:rsid w:val="00BA7C32"/>
    <w:rsid w:val="00BB03B8"/>
    <w:rsid w:val="00BB03E8"/>
    <w:rsid w:val="00BB0F31"/>
    <w:rsid w:val="00BB1F35"/>
    <w:rsid w:val="00BB2771"/>
    <w:rsid w:val="00BB31C5"/>
    <w:rsid w:val="00BB3643"/>
    <w:rsid w:val="00BB574E"/>
    <w:rsid w:val="00BB6B49"/>
    <w:rsid w:val="00BB7F1D"/>
    <w:rsid w:val="00BC0C9B"/>
    <w:rsid w:val="00BC0F47"/>
    <w:rsid w:val="00BC1142"/>
    <w:rsid w:val="00BC17B7"/>
    <w:rsid w:val="00BC218D"/>
    <w:rsid w:val="00BC4530"/>
    <w:rsid w:val="00BC481B"/>
    <w:rsid w:val="00BC558C"/>
    <w:rsid w:val="00BC5F39"/>
    <w:rsid w:val="00BC793C"/>
    <w:rsid w:val="00BD03FD"/>
    <w:rsid w:val="00BD0B01"/>
    <w:rsid w:val="00BD1E30"/>
    <w:rsid w:val="00BD4194"/>
    <w:rsid w:val="00BD50D1"/>
    <w:rsid w:val="00BD5B14"/>
    <w:rsid w:val="00BD6A6A"/>
    <w:rsid w:val="00BD6CBF"/>
    <w:rsid w:val="00BD7737"/>
    <w:rsid w:val="00BE2582"/>
    <w:rsid w:val="00BE40DF"/>
    <w:rsid w:val="00BE460F"/>
    <w:rsid w:val="00BE4C40"/>
    <w:rsid w:val="00BE5121"/>
    <w:rsid w:val="00BE588F"/>
    <w:rsid w:val="00BE5927"/>
    <w:rsid w:val="00BE5E6E"/>
    <w:rsid w:val="00BE7E52"/>
    <w:rsid w:val="00BF042C"/>
    <w:rsid w:val="00BF08DA"/>
    <w:rsid w:val="00BF11A0"/>
    <w:rsid w:val="00BF1882"/>
    <w:rsid w:val="00BF2C8A"/>
    <w:rsid w:val="00BF4608"/>
    <w:rsid w:val="00BF49D1"/>
    <w:rsid w:val="00C01032"/>
    <w:rsid w:val="00C010E4"/>
    <w:rsid w:val="00C014DE"/>
    <w:rsid w:val="00C01995"/>
    <w:rsid w:val="00C033C3"/>
    <w:rsid w:val="00C048D2"/>
    <w:rsid w:val="00C06A6E"/>
    <w:rsid w:val="00C06F84"/>
    <w:rsid w:val="00C07555"/>
    <w:rsid w:val="00C078AF"/>
    <w:rsid w:val="00C10435"/>
    <w:rsid w:val="00C11812"/>
    <w:rsid w:val="00C1182D"/>
    <w:rsid w:val="00C12173"/>
    <w:rsid w:val="00C1293A"/>
    <w:rsid w:val="00C12F5F"/>
    <w:rsid w:val="00C13E65"/>
    <w:rsid w:val="00C14084"/>
    <w:rsid w:val="00C14250"/>
    <w:rsid w:val="00C14C7E"/>
    <w:rsid w:val="00C16123"/>
    <w:rsid w:val="00C1660F"/>
    <w:rsid w:val="00C17E8D"/>
    <w:rsid w:val="00C20675"/>
    <w:rsid w:val="00C20EFC"/>
    <w:rsid w:val="00C213B7"/>
    <w:rsid w:val="00C2187B"/>
    <w:rsid w:val="00C21B77"/>
    <w:rsid w:val="00C23658"/>
    <w:rsid w:val="00C24CE9"/>
    <w:rsid w:val="00C25DAF"/>
    <w:rsid w:val="00C26209"/>
    <w:rsid w:val="00C26C5A"/>
    <w:rsid w:val="00C2715B"/>
    <w:rsid w:val="00C274BC"/>
    <w:rsid w:val="00C27787"/>
    <w:rsid w:val="00C27E86"/>
    <w:rsid w:val="00C31C84"/>
    <w:rsid w:val="00C3211C"/>
    <w:rsid w:val="00C33C50"/>
    <w:rsid w:val="00C34025"/>
    <w:rsid w:val="00C3621F"/>
    <w:rsid w:val="00C37C2A"/>
    <w:rsid w:val="00C400B2"/>
    <w:rsid w:val="00C40E89"/>
    <w:rsid w:val="00C420EA"/>
    <w:rsid w:val="00C431AA"/>
    <w:rsid w:val="00C43B72"/>
    <w:rsid w:val="00C50D97"/>
    <w:rsid w:val="00C5108D"/>
    <w:rsid w:val="00C5148F"/>
    <w:rsid w:val="00C52256"/>
    <w:rsid w:val="00C52A46"/>
    <w:rsid w:val="00C53C19"/>
    <w:rsid w:val="00C559DC"/>
    <w:rsid w:val="00C573B0"/>
    <w:rsid w:val="00C601AE"/>
    <w:rsid w:val="00C62153"/>
    <w:rsid w:val="00C6237F"/>
    <w:rsid w:val="00C62BF8"/>
    <w:rsid w:val="00C62C1A"/>
    <w:rsid w:val="00C63311"/>
    <w:rsid w:val="00C6442C"/>
    <w:rsid w:val="00C65343"/>
    <w:rsid w:val="00C6605C"/>
    <w:rsid w:val="00C664E0"/>
    <w:rsid w:val="00C671C6"/>
    <w:rsid w:val="00C676C7"/>
    <w:rsid w:val="00C7035F"/>
    <w:rsid w:val="00C70B40"/>
    <w:rsid w:val="00C71075"/>
    <w:rsid w:val="00C7278E"/>
    <w:rsid w:val="00C72A5A"/>
    <w:rsid w:val="00C73E0A"/>
    <w:rsid w:val="00C7445C"/>
    <w:rsid w:val="00C7451D"/>
    <w:rsid w:val="00C74640"/>
    <w:rsid w:val="00C76362"/>
    <w:rsid w:val="00C763C0"/>
    <w:rsid w:val="00C76457"/>
    <w:rsid w:val="00C76E24"/>
    <w:rsid w:val="00C770EC"/>
    <w:rsid w:val="00C802B5"/>
    <w:rsid w:val="00C80620"/>
    <w:rsid w:val="00C8064D"/>
    <w:rsid w:val="00C8142D"/>
    <w:rsid w:val="00C81FC8"/>
    <w:rsid w:val="00C82FAA"/>
    <w:rsid w:val="00C8324A"/>
    <w:rsid w:val="00C83D67"/>
    <w:rsid w:val="00C83E18"/>
    <w:rsid w:val="00C8421A"/>
    <w:rsid w:val="00C84EAA"/>
    <w:rsid w:val="00C85212"/>
    <w:rsid w:val="00C859A2"/>
    <w:rsid w:val="00C86A3B"/>
    <w:rsid w:val="00C87245"/>
    <w:rsid w:val="00C87E0C"/>
    <w:rsid w:val="00C907CE"/>
    <w:rsid w:val="00C91468"/>
    <w:rsid w:val="00C91576"/>
    <w:rsid w:val="00C9165F"/>
    <w:rsid w:val="00C931C0"/>
    <w:rsid w:val="00C93B64"/>
    <w:rsid w:val="00C947EE"/>
    <w:rsid w:val="00C949C5"/>
    <w:rsid w:val="00C95968"/>
    <w:rsid w:val="00C95AC7"/>
    <w:rsid w:val="00CA14A9"/>
    <w:rsid w:val="00CA1948"/>
    <w:rsid w:val="00CA21F3"/>
    <w:rsid w:val="00CA3E14"/>
    <w:rsid w:val="00CA3F95"/>
    <w:rsid w:val="00CA4E83"/>
    <w:rsid w:val="00CA573A"/>
    <w:rsid w:val="00CA5F41"/>
    <w:rsid w:val="00CA6DA8"/>
    <w:rsid w:val="00CA739F"/>
    <w:rsid w:val="00CA79FD"/>
    <w:rsid w:val="00CA7A69"/>
    <w:rsid w:val="00CA7E77"/>
    <w:rsid w:val="00CB0191"/>
    <w:rsid w:val="00CB1857"/>
    <w:rsid w:val="00CB1DC6"/>
    <w:rsid w:val="00CB22DA"/>
    <w:rsid w:val="00CB2669"/>
    <w:rsid w:val="00CB2892"/>
    <w:rsid w:val="00CB2E93"/>
    <w:rsid w:val="00CB43F5"/>
    <w:rsid w:val="00CB47C3"/>
    <w:rsid w:val="00CB5CAA"/>
    <w:rsid w:val="00CB5EC4"/>
    <w:rsid w:val="00CB6F4B"/>
    <w:rsid w:val="00CB7820"/>
    <w:rsid w:val="00CB7941"/>
    <w:rsid w:val="00CC061B"/>
    <w:rsid w:val="00CC0ECA"/>
    <w:rsid w:val="00CC2205"/>
    <w:rsid w:val="00CC2521"/>
    <w:rsid w:val="00CC2818"/>
    <w:rsid w:val="00CC2DAB"/>
    <w:rsid w:val="00CC5675"/>
    <w:rsid w:val="00CC5A38"/>
    <w:rsid w:val="00CC5C43"/>
    <w:rsid w:val="00CD0C91"/>
    <w:rsid w:val="00CD25D6"/>
    <w:rsid w:val="00CD2B04"/>
    <w:rsid w:val="00CD2C1B"/>
    <w:rsid w:val="00CD2ED6"/>
    <w:rsid w:val="00CD30AC"/>
    <w:rsid w:val="00CD4DB4"/>
    <w:rsid w:val="00CD57F7"/>
    <w:rsid w:val="00CD59AF"/>
    <w:rsid w:val="00CD664B"/>
    <w:rsid w:val="00CD67B1"/>
    <w:rsid w:val="00CE0FE7"/>
    <w:rsid w:val="00CE122E"/>
    <w:rsid w:val="00CE1723"/>
    <w:rsid w:val="00CE1AB9"/>
    <w:rsid w:val="00CE26BD"/>
    <w:rsid w:val="00CE2B8E"/>
    <w:rsid w:val="00CE2F13"/>
    <w:rsid w:val="00CE35E2"/>
    <w:rsid w:val="00CE3E4D"/>
    <w:rsid w:val="00CE3E92"/>
    <w:rsid w:val="00CE4CF8"/>
    <w:rsid w:val="00CE4D8B"/>
    <w:rsid w:val="00CE693E"/>
    <w:rsid w:val="00CE7413"/>
    <w:rsid w:val="00CE7489"/>
    <w:rsid w:val="00CE7ADB"/>
    <w:rsid w:val="00CF0A82"/>
    <w:rsid w:val="00CF13CE"/>
    <w:rsid w:val="00CF28F9"/>
    <w:rsid w:val="00CF483F"/>
    <w:rsid w:val="00CF60A9"/>
    <w:rsid w:val="00CF68DC"/>
    <w:rsid w:val="00CF7474"/>
    <w:rsid w:val="00CF7EAE"/>
    <w:rsid w:val="00D007D4"/>
    <w:rsid w:val="00D01420"/>
    <w:rsid w:val="00D01A9E"/>
    <w:rsid w:val="00D029B0"/>
    <w:rsid w:val="00D02A4E"/>
    <w:rsid w:val="00D03726"/>
    <w:rsid w:val="00D049D9"/>
    <w:rsid w:val="00D07139"/>
    <w:rsid w:val="00D10380"/>
    <w:rsid w:val="00D1385B"/>
    <w:rsid w:val="00D13D4A"/>
    <w:rsid w:val="00D1597E"/>
    <w:rsid w:val="00D17C99"/>
    <w:rsid w:val="00D17CAC"/>
    <w:rsid w:val="00D17D86"/>
    <w:rsid w:val="00D241CB"/>
    <w:rsid w:val="00D25117"/>
    <w:rsid w:val="00D2578E"/>
    <w:rsid w:val="00D27FB4"/>
    <w:rsid w:val="00D30FE7"/>
    <w:rsid w:val="00D31A0C"/>
    <w:rsid w:val="00D32CC4"/>
    <w:rsid w:val="00D3468E"/>
    <w:rsid w:val="00D36451"/>
    <w:rsid w:val="00D37C25"/>
    <w:rsid w:val="00D40817"/>
    <w:rsid w:val="00D40CBC"/>
    <w:rsid w:val="00D40D51"/>
    <w:rsid w:val="00D4232A"/>
    <w:rsid w:val="00D42547"/>
    <w:rsid w:val="00D4284A"/>
    <w:rsid w:val="00D439BF"/>
    <w:rsid w:val="00D43C92"/>
    <w:rsid w:val="00D43CDA"/>
    <w:rsid w:val="00D43ED2"/>
    <w:rsid w:val="00D44A18"/>
    <w:rsid w:val="00D44D71"/>
    <w:rsid w:val="00D44F15"/>
    <w:rsid w:val="00D45469"/>
    <w:rsid w:val="00D471D4"/>
    <w:rsid w:val="00D505AA"/>
    <w:rsid w:val="00D50945"/>
    <w:rsid w:val="00D50F79"/>
    <w:rsid w:val="00D51810"/>
    <w:rsid w:val="00D520FB"/>
    <w:rsid w:val="00D57B23"/>
    <w:rsid w:val="00D57E1B"/>
    <w:rsid w:val="00D60804"/>
    <w:rsid w:val="00D608A1"/>
    <w:rsid w:val="00D61C51"/>
    <w:rsid w:val="00D61E93"/>
    <w:rsid w:val="00D6458A"/>
    <w:rsid w:val="00D65C58"/>
    <w:rsid w:val="00D715B9"/>
    <w:rsid w:val="00D71B12"/>
    <w:rsid w:val="00D71B72"/>
    <w:rsid w:val="00D72AE4"/>
    <w:rsid w:val="00D74F8F"/>
    <w:rsid w:val="00D761BA"/>
    <w:rsid w:val="00D779CE"/>
    <w:rsid w:val="00D82920"/>
    <w:rsid w:val="00D8312C"/>
    <w:rsid w:val="00D832B0"/>
    <w:rsid w:val="00D83ED3"/>
    <w:rsid w:val="00D85DAB"/>
    <w:rsid w:val="00D8667B"/>
    <w:rsid w:val="00D86B7D"/>
    <w:rsid w:val="00D873FF"/>
    <w:rsid w:val="00D87620"/>
    <w:rsid w:val="00D9190B"/>
    <w:rsid w:val="00D91C10"/>
    <w:rsid w:val="00D931D3"/>
    <w:rsid w:val="00D93727"/>
    <w:rsid w:val="00D93B26"/>
    <w:rsid w:val="00D93B62"/>
    <w:rsid w:val="00D95CDD"/>
    <w:rsid w:val="00D9651B"/>
    <w:rsid w:val="00D975FB"/>
    <w:rsid w:val="00DA1CDC"/>
    <w:rsid w:val="00DA203E"/>
    <w:rsid w:val="00DA2075"/>
    <w:rsid w:val="00DA2182"/>
    <w:rsid w:val="00DA2FA3"/>
    <w:rsid w:val="00DA3C4C"/>
    <w:rsid w:val="00DA439A"/>
    <w:rsid w:val="00DA4878"/>
    <w:rsid w:val="00DA5329"/>
    <w:rsid w:val="00DA58D6"/>
    <w:rsid w:val="00DA7056"/>
    <w:rsid w:val="00DA7D4F"/>
    <w:rsid w:val="00DA7F50"/>
    <w:rsid w:val="00DB3964"/>
    <w:rsid w:val="00DB3A5B"/>
    <w:rsid w:val="00DB3D3F"/>
    <w:rsid w:val="00DB3DDE"/>
    <w:rsid w:val="00DB44A8"/>
    <w:rsid w:val="00DB55EC"/>
    <w:rsid w:val="00DB622F"/>
    <w:rsid w:val="00DC1AC0"/>
    <w:rsid w:val="00DC22F6"/>
    <w:rsid w:val="00DC2551"/>
    <w:rsid w:val="00DC2BA2"/>
    <w:rsid w:val="00DC40E0"/>
    <w:rsid w:val="00DC438D"/>
    <w:rsid w:val="00DC4D51"/>
    <w:rsid w:val="00DC4FB1"/>
    <w:rsid w:val="00DC52D6"/>
    <w:rsid w:val="00DC640C"/>
    <w:rsid w:val="00DC76B8"/>
    <w:rsid w:val="00DD02D4"/>
    <w:rsid w:val="00DD061D"/>
    <w:rsid w:val="00DD3B2C"/>
    <w:rsid w:val="00DD3D47"/>
    <w:rsid w:val="00DD4A25"/>
    <w:rsid w:val="00DD572B"/>
    <w:rsid w:val="00DD6225"/>
    <w:rsid w:val="00DD6BB0"/>
    <w:rsid w:val="00DD7C09"/>
    <w:rsid w:val="00DD7C34"/>
    <w:rsid w:val="00DE1F24"/>
    <w:rsid w:val="00DE3B9E"/>
    <w:rsid w:val="00DE48BB"/>
    <w:rsid w:val="00DE5CE0"/>
    <w:rsid w:val="00DE6778"/>
    <w:rsid w:val="00DE6856"/>
    <w:rsid w:val="00DE71DE"/>
    <w:rsid w:val="00DF018D"/>
    <w:rsid w:val="00DF0409"/>
    <w:rsid w:val="00DF0430"/>
    <w:rsid w:val="00DF10A8"/>
    <w:rsid w:val="00DF187C"/>
    <w:rsid w:val="00DF4407"/>
    <w:rsid w:val="00DF48DE"/>
    <w:rsid w:val="00DF610F"/>
    <w:rsid w:val="00E00BFC"/>
    <w:rsid w:val="00E00F5A"/>
    <w:rsid w:val="00E02C3F"/>
    <w:rsid w:val="00E0313A"/>
    <w:rsid w:val="00E047FF"/>
    <w:rsid w:val="00E05088"/>
    <w:rsid w:val="00E0558B"/>
    <w:rsid w:val="00E06A42"/>
    <w:rsid w:val="00E07696"/>
    <w:rsid w:val="00E07B40"/>
    <w:rsid w:val="00E10F05"/>
    <w:rsid w:val="00E13021"/>
    <w:rsid w:val="00E137B0"/>
    <w:rsid w:val="00E13BBF"/>
    <w:rsid w:val="00E154F1"/>
    <w:rsid w:val="00E1632A"/>
    <w:rsid w:val="00E16567"/>
    <w:rsid w:val="00E21C71"/>
    <w:rsid w:val="00E227F6"/>
    <w:rsid w:val="00E2538E"/>
    <w:rsid w:val="00E2599B"/>
    <w:rsid w:val="00E25FC6"/>
    <w:rsid w:val="00E2630E"/>
    <w:rsid w:val="00E271CA"/>
    <w:rsid w:val="00E300A2"/>
    <w:rsid w:val="00E310F4"/>
    <w:rsid w:val="00E32681"/>
    <w:rsid w:val="00E34E52"/>
    <w:rsid w:val="00E35123"/>
    <w:rsid w:val="00E3583D"/>
    <w:rsid w:val="00E35AB2"/>
    <w:rsid w:val="00E36276"/>
    <w:rsid w:val="00E3640B"/>
    <w:rsid w:val="00E40CBB"/>
    <w:rsid w:val="00E40ED7"/>
    <w:rsid w:val="00E42178"/>
    <w:rsid w:val="00E45FFB"/>
    <w:rsid w:val="00E468B5"/>
    <w:rsid w:val="00E46CEB"/>
    <w:rsid w:val="00E4726C"/>
    <w:rsid w:val="00E53396"/>
    <w:rsid w:val="00E53AB7"/>
    <w:rsid w:val="00E540FA"/>
    <w:rsid w:val="00E54982"/>
    <w:rsid w:val="00E550DE"/>
    <w:rsid w:val="00E55328"/>
    <w:rsid w:val="00E60B0D"/>
    <w:rsid w:val="00E610E5"/>
    <w:rsid w:val="00E618F4"/>
    <w:rsid w:val="00E61C04"/>
    <w:rsid w:val="00E6250A"/>
    <w:rsid w:val="00E646B9"/>
    <w:rsid w:val="00E651B3"/>
    <w:rsid w:val="00E679B3"/>
    <w:rsid w:val="00E67FC0"/>
    <w:rsid w:val="00E7075C"/>
    <w:rsid w:val="00E71528"/>
    <w:rsid w:val="00E71C7C"/>
    <w:rsid w:val="00E728EA"/>
    <w:rsid w:val="00E73EEE"/>
    <w:rsid w:val="00E746D5"/>
    <w:rsid w:val="00E76165"/>
    <w:rsid w:val="00E769D4"/>
    <w:rsid w:val="00E7713D"/>
    <w:rsid w:val="00E81097"/>
    <w:rsid w:val="00E81AF5"/>
    <w:rsid w:val="00E822F2"/>
    <w:rsid w:val="00E8325B"/>
    <w:rsid w:val="00E858AA"/>
    <w:rsid w:val="00E85B54"/>
    <w:rsid w:val="00E8600C"/>
    <w:rsid w:val="00E865C4"/>
    <w:rsid w:val="00E86811"/>
    <w:rsid w:val="00E86CBF"/>
    <w:rsid w:val="00E86EF8"/>
    <w:rsid w:val="00E87788"/>
    <w:rsid w:val="00E87A21"/>
    <w:rsid w:val="00E87D33"/>
    <w:rsid w:val="00E90F22"/>
    <w:rsid w:val="00E91B7C"/>
    <w:rsid w:val="00E91BA8"/>
    <w:rsid w:val="00E9387A"/>
    <w:rsid w:val="00E93FE5"/>
    <w:rsid w:val="00E9403F"/>
    <w:rsid w:val="00E94485"/>
    <w:rsid w:val="00E94909"/>
    <w:rsid w:val="00E96E6A"/>
    <w:rsid w:val="00E97465"/>
    <w:rsid w:val="00E97751"/>
    <w:rsid w:val="00EA0A28"/>
    <w:rsid w:val="00EA0C47"/>
    <w:rsid w:val="00EA36BB"/>
    <w:rsid w:val="00EA3985"/>
    <w:rsid w:val="00EA3B4B"/>
    <w:rsid w:val="00EA43DF"/>
    <w:rsid w:val="00EA6206"/>
    <w:rsid w:val="00EA6C4B"/>
    <w:rsid w:val="00EA6D14"/>
    <w:rsid w:val="00EA6D53"/>
    <w:rsid w:val="00EA6EC5"/>
    <w:rsid w:val="00EB019F"/>
    <w:rsid w:val="00EB16D8"/>
    <w:rsid w:val="00EB178B"/>
    <w:rsid w:val="00EB20DE"/>
    <w:rsid w:val="00EB213D"/>
    <w:rsid w:val="00EB3DC8"/>
    <w:rsid w:val="00EB415F"/>
    <w:rsid w:val="00EB6474"/>
    <w:rsid w:val="00EB6D78"/>
    <w:rsid w:val="00EC23D0"/>
    <w:rsid w:val="00EC334D"/>
    <w:rsid w:val="00EC42AB"/>
    <w:rsid w:val="00EC6612"/>
    <w:rsid w:val="00EC6E56"/>
    <w:rsid w:val="00EC6F60"/>
    <w:rsid w:val="00EC72F9"/>
    <w:rsid w:val="00EC77CA"/>
    <w:rsid w:val="00EC79CF"/>
    <w:rsid w:val="00ED199B"/>
    <w:rsid w:val="00ED1B35"/>
    <w:rsid w:val="00ED3340"/>
    <w:rsid w:val="00ED3483"/>
    <w:rsid w:val="00ED3F28"/>
    <w:rsid w:val="00ED3F31"/>
    <w:rsid w:val="00ED4645"/>
    <w:rsid w:val="00ED6269"/>
    <w:rsid w:val="00ED7532"/>
    <w:rsid w:val="00ED7941"/>
    <w:rsid w:val="00EE0037"/>
    <w:rsid w:val="00EE089D"/>
    <w:rsid w:val="00EE0E80"/>
    <w:rsid w:val="00EE1420"/>
    <w:rsid w:val="00EE29B1"/>
    <w:rsid w:val="00EE3A1B"/>
    <w:rsid w:val="00EE5969"/>
    <w:rsid w:val="00EE72A3"/>
    <w:rsid w:val="00EE75F4"/>
    <w:rsid w:val="00EE79D6"/>
    <w:rsid w:val="00EE7F0B"/>
    <w:rsid w:val="00EF0111"/>
    <w:rsid w:val="00EF0304"/>
    <w:rsid w:val="00EF1561"/>
    <w:rsid w:val="00EF26F9"/>
    <w:rsid w:val="00EF271A"/>
    <w:rsid w:val="00EF27E0"/>
    <w:rsid w:val="00EF3DD5"/>
    <w:rsid w:val="00EF3E0D"/>
    <w:rsid w:val="00EF534B"/>
    <w:rsid w:val="00EF54F7"/>
    <w:rsid w:val="00EF5811"/>
    <w:rsid w:val="00EF612A"/>
    <w:rsid w:val="00EF7071"/>
    <w:rsid w:val="00EF764F"/>
    <w:rsid w:val="00F00DF2"/>
    <w:rsid w:val="00F01542"/>
    <w:rsid w:val="00F015F5"/>
    <w:rsid w:val="00F01EE9"/>
    <w:rsid w:val="00F05F99"/>
    <w:rsid w:val="00F06643"/>
    <w:rsid w:val="00F06C63"/>
    <w:rsid w:val="00F070B5"/>
    <w:rsid w:val="00F07580"/>
    <w:rsid w:val="00F07C63"/>
    <w:rsid w:val="00F07E6A"/>
    <w:rsid w:val="00F106F8"/>
    <w:rsid w:val="00F109D1"/>
    <w:rsid w:val="00F128F5"/>
    <w:rsid w:val="00F14F49"/>
    <w:rsid w:val="00F17BBC"/>
    <w:rsid w:val="00F20ABF"/>
    <w:rsid w:val="00F20B1B"/>
    <w:rsid w:val="00F212D6"/>
    <w:rsid w:val="00F21432"/>
    <w:rsid w:val="00F223CE"/>
    <w:rsid w:val="00F2320F"/>
    <w:rsid w:val="00F25467"/>
    <w:rsid w:val="00F26042"/>
    <w:rsid w:val="00F272D5"/>
    <w:rsid w:val="00F30041"/>
    <w:rsid w:val="00F30414"/>
    <w:rsid w:val="00F317B3"/>
    <w:rsid w:val="00F33B49"/>
    <w:rsid w:val="00F3491F"/>
    <w:rsid w:val="00F34995"/>
    <w:rsid w:val="00F3649E"/>
    <w:rsid w:val="00F365E6"/>
    <w:rsid w:val="00F36C25"/>
    <w:rsid w:val="00F37E9A"/>
    <w:rsid w:val="00F405AB"/>
    <w:rsid w:val="00F411D4"/>
    <w:rsid w:val="00F41653"/>
    <w:rsid w:val="00F42A4D"/>
    <w:rsid w:val="00F42F09"/>
    <w:rsid w:val="00F45414"/>
    <w:rsid w:val="00F45A64"/>
    <w:rsid w:val="00F463B6"/>
    <w:rsid w:val="00F51228"/>
    <w:rsid w:val="00F51373"/>
    <w:rsid w:val="00F51F41"/>
    <w:rsid w:val="00F52B64"/>
    <w:rsid w:val="00F53910"/>
    <w:rsid w:val="00F5418C"/>
    <w:rsid w:val="00F568DE"/>
    <w:rsid w:val="00F62354"/>
    <w:rsid w:val="00F630FA"/>
    <w:rsid w:val="00F63D39"/>
    <w:rsid w:val="00F65A92"/>
    <w:rsid w:val="00F663CD"/>
    <w:rsid w:val="00F66EF9"/>
    <w:rsid w:val="00F70D23"/>
    <w:rsid w:val="00F70D90"/>
    <w:rsid w:val="00F733D9"/>
    <w:rsid w:val="00F738FD"/>
    <w:rsid w:val="00F73EF5"/>
    <w:rsid w:val="00F74613"/>
    <w:rsid w:val="00F746A4"/>
    <w:rsid w:val="00F74C61"/>
    <w:rsid w:val="00F83A37"/>
    <w:rsid w:val="00F841C1"/>
    <w:rsid w:val="00F85103"/>
    <w:rsid w:val="00F85FCD"/>
    <w:rsid w:val="00F862D1"/>
    <w:rsid w:val="00F8652A"/>
    <w:rsid w:val="00F86793"/>
    <w:rsid w:val="00F87226"/>
    <w:rsid w:val="00F878C4"/>
    <w:rsid w:val="00F903E6"/>
    <w:rsid w:val="00F91B4F"/>
    <w:rsid w:val="00F91BC3"/>
    <w:rsid w:val="00F931BC"/>
    <w:rsid w:val="00F94088"/>
    <w:rsid w:val="00F944E6"/>
    <w:rsid w:val="00F949F9"/>
    <w:rsid w:val="00F9554B"/>
    <w:rsid w:val="00F95E35"/>
    <w:rsid w:val="00FA211B"/>
    <w:rsid w:val="00FA2269"/>
    <w:rsid w:val="00FA2981"/>
    <w:rsid w:val="00FA3048"/>
    <w:rsid w:val="00FA3738"/>
    <w:rsid w:val="00FA3CFD"/>
    <w:rsid w:val="00FA4198"/>
    <w:rsid w:val="00FA5BE3"/>
    <w:rsid w:val="00FA731E"/>
    <w:rsid w:val="00FA7708"/>
    <w:rsid w:val="00FB0812"/>
    <w:rsid w:val="00FB23F4"/>
    <w:rsid w:val="00FB260C"/>
    <w:rsid w:val="00FB298C"/>
    <w:rsid w:val="00FB29F9"/>
    <w:rsid w:val="00FB398D"/>
    <w:rsid w:val="00FB47A0"/>
    <w:rsid w:val="00FB6779"/>
    <w:rsid w:val="00FC1786"/>
    <w:rsid w:val="00FC4126"/>
    <w:rsid w:val="00FC4451"/>
    <w:rsid w:val="00FC521C"/>
    <w:rsid w:val="00FC541B"/>
    <w:rsid w:val="00FC5525"/>
    <w:rsid w:val="00FC6441"/>
    <w:rsid w:val="00FC6491"/>
    <w:rsid w:val="00FC6DFE"/>
    <w:rsid w:val="00FC72F4"/>
    <w:rsid w:val="00FD0B19"/>
    <w:rsid w:val="00FD1205"/>
    <w:rsid w:val="00FD2A58"/>
    <w:rsid w:val="00FD5D77"/>
    <w:rsid w:val="00FD6423"/>
    <w:rsid w:val="00FD7552"/>
    <w:rsid w:val="00FD7D68"/>
    <w:rsid w:val="00FE2212"/>
    <w:rsid w:val="00FE3A57"/>
    <w:rsid w:val="00FE415A"/>
    <w:rsid w:val="00FE4262"/>
    <w:rsid w:val="00FE4997"/>
    <w:rsid w:val="00FE58E2"/>
    <w:rsid w:val="00FE5B80"/>
    <w:rsid w:val="00FE6300"/>
    <w:rsid w:val="00FE6A0A"/>
    <w:rsid w:val="00FE6F7C"/>
    <w:rsid w:val="00FE7E79"/>
    <w:rsid w:val="00FF019C"/>
    <w:rsid w:val="00FF10CF"/>
    <w:rsid w:val="00FF12E3"/>
    <w:rsid w:val="00FF16B0"/>
    <w:rsid w:val="00FF1BA3"/>
    <w:rsid w:val="00FF2C39"/>
    <w:rsid w:val="00FF4EAE"/>
    <w:rsid w:val="00FF52AC"/>
    <w:rsid w:val="00FF5389"/>
    <w:rsid w:val="00FF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;"/>
  <w14:docId w14:val="3CCF74E0"/>
  <w15:chartTrackingRefBased/>
  <w15:docId w15:val="{1D82A6BC-86C1-4DAC-AE25-4EDB47F60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19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kern w:val="22"/>
      <w:sz w:val="22"/>
      <w:szCs w:val="18"/>
      <w:lang w:eastAsia="de-DE"/>
    </w:rPr>
  </w:style>
  <w:style w:type="paragraph" w:styleId="Titre1">
    <w:name w:val="heading 1"/>
    <w:basedOn w:val="Normal"/>
    <w:next w:val="AufzZx1zLpucesxinterl1Puntielencoxil1"/>
    <w:qFormat/>
    <w:rsid w:val="00541C42"/>
    <w:pPr>
      <w:keepNext/>
      <w:suppressAutoHyphens/>
      <w:spacing w:before="600" w:after="120"/>
      <w:outlineLvl w:val="0"/>
    </w:pPr>
    <w:rPr>
      <w:b/>
    </w:rPr>
  </w:style>
  <w:style w:type="paragraph" w:styleId="Titre2">
    <w:name w:val="heading 2"/>
    <w:basedOn w:val="Titre1"/>
    <w:next w:val="Normal"/>
    <w:qFormat/>
    <w:rsid w:val="009D4652"/>
    <w:pPr>
      <w:spacing w:before="480"/>
      <w:outlineLvl w:val="1"/>
    </w:pPr>
  </w:style>
  <w:style w:type="paragraph" w:styleId="Titre3">
    <w:name w:val="heading 3"/>
    <w:basedOn w:val="Titre2"/>
    <w:next w:val="Normal"/>
    <w:autoRedefine/>
    <w:qFormat/>
    <w:rsid w:val="006C148A"/>
    <w:pPr>
      <w:spacing w:before="360"/>
      <w:outlineLvl w:val="2"/>
    </w:pPr>
  </w:style>
  <w:style w:type="paragraph" w:styleId="Titre4">
    <w:name w:val="heading 4"/>
    <w:basedOn w:val="Normal"/>
    <w:next w:val="Normal"/>
    <w:qFormat/>
    <w:rsid w:val="003D6CF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6C148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C148A"/>
    <w:pPr>
      <w:numPr>
        <w:ilvl w:val="5"/>
        <w:numId w:val="1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rsid w:val="006C148A"/>
    <w:pPr>
      <w:numPr>
        <w:ilvl w:val="6"/>
        <w:numId w:val="1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6C148A"/>
    <w:pPr>
      <w:numPr>
        <w:ilvl w:val="7"/>
        <w:numId w:val="1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6C148A"/>
    <w:pPr>
      <w:numPr>
        <w:ilvl w:val="8"/>
        <w:numId w:val="12"/>
      </w:numPr>
      <w:spacing w:before="240" w:after="60"/>
      <w:outlineLvl w:val="8"/>
    </w:pPr>
    <w:rPr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ufzZLpucesPuntielenco">
    <w:name w:val="_AufzZ [  ]   L puces [  ]   Punti elenco [  ]"/>
    <w:basedOn w:val="Normal"/>
    <w:rsid w:val="00541C42"/>
    <w:pPr>
      <w:numPr>
        <w:numId w:val="1"/>
      </w:numPr>
      <w:spacing w:before="120"/>
    </w:pPr>
  </w:style>
  <w:style w:type="paragraph" w:customStyle="1" w:styleId="TextohneAbstTexteinterlignesimpleTestosenzainterlinea">
    <w:name w:val="_Text ohne Abst   Texte interligne simple   Testo senza interlinea"/>
    <w:basedOn w:val="Normal"/>
    <w:rsid w:val="00541C42"/>
  </w:style>
  <w:style w:type="paragraph" w:customStyle="1" w:styleId="AufzZ1zLpucesinterl1Puntielencoil1">
    <w:name w:val="_AufzZ [  ] 1z   L puces [  ] interl 1   Punti elenco [  ] il 1"/>
    <w:basedOn w:val="TextohneAbstTexteinterlignesimpleTestosenzainterlinea"/>
    <w:rsid w:val="00541C42"/>
    <w:pPr>
      <w:numPr>
        <w:numId w:val="2"/>
      </w:numPr>
    </w:pPr>
  </w:style>
  <w:style w:type="paragraph" w:customStyle="1" w:styleId="AufzZxLpucesxPuntielencox">
    <w:name w:val="_AufzZ [x]   L puces [x]   Punti elenco [x]"/>
    <w:basedOn w:val="AufzZLpucesPuntielenco"/>
    <w:rsid w:val="00541C42"/>
    <w:pPr>
      <w:numPr>
        <w:numId w:val="3"/>
      </w:numPr>
    </w:pPr>
  </w:style>
  <w:style w:type="paragraph" w:customStyle="1" w:styleId="AufzZx1zLpucesxinterl1Puntielencoxil1">
    <w:name w:val="_AufzZ [x] 1z   L puces [x] interl 1   Punti elenco [x] il 1"/>
    <w:basedOn w:val="TextohneAbstTexteinterlignesimpleTestosenzainterlinea"/>
    <w:rsid w:val="00541C42"/>
    <w:pPr>
      <w:numPr>
        <w:numId w:val="4"/>
      </w:numPr>
    </w:pPr>
  </w:style>
  <w:style w:type="paragraph" w:customStyle="1" w:styleId="AufzZ1Lpuces1Puntielenco1">
    <w:name w:val="_AufzZ 1   L puces 1   Punti elenco 1"/>
    <w:basedOn w:val="Normal"/>
    <w:rsid w:val="00566A1F"/>
    <w:pPr>
      <w:numPr>
        <w:numId w:val="13"/>
      </w:numPr>
    </w:pPr>
  </w:style>
  <w:style w:type="paragraph" w:customStyle="1" w:styleId="AufzZ12Lpuces12Puntielenco12">
    <w:name w:val="_AufzZ 1  2   L puces 1 2   Punti elenco 1 2"/>
    <w:basedOn w:val="AufzZ1Lpuces1Puntielenco1"/>
    <w:rsid w:val="002F7873"/>
    <w:pPr>
      <w:numPr>
        <w:ilvl w:val="1"/>
      </w:numPr>
    </w:pPr>
  </w:style>
  <w:style w:type="paragraph" w:customStyle="1" w:styleId="AufzZ13Lpuces13Puntielenco13">
    <w:name w:val="_AufzZ 1  3   L puces 1 3   Punti elenco 1 3"/>
    <w:basedOn w:val="AufzZ1Lpuces1Puntielenco1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AufzZ15Lpuces15Puntielenco15">
    <w:name w:val="_AufzZ 1.5   L puces 1.5   Punti elenco 1.5"/>
    <w:basedOn w:val="Normal"/>
    <w:rsid w:val="00566A1F"/>
    <w:pPr>
      <w:numPr>
        <w:numId w:val="14"/>
      </w:numPr>
      <w:spacing w:before="120"/>
    </w:pPr>
  </w:style>
  <w:style w:type="paragraph" w:customStyle="1" w:styleId="AufzZ152Lpuces152Puntielenco152">
    <w:name w:val="_AufzZ 1.5  2   L puces 1.5 2   Punti elenco 1.5 2"/>
    <w:basedOn w:val="AufzZ15Lpuces15Puntielenco15"/>
    <w:link w:val="AufzZ152Lpuces152Puntielenco152ZchnZchn"/>
    <w:rsid w:val="002F7873"/>
    <w:pPr>
      <w:numPr>
        <w:numId w:val="0"/>
      </w:numPr>
      <w:tabs>
        <w:tab w:val="num" w:pos="709"/>
      </w:tabs>
      <w:ind w:left="709" w:hanging="349"/>
    </w:pPr>
    <w:rPr>
      <w:lang w:val="x-none"/>
    </w:rPr>
  </w:style>
  <w:style w:type="character" w:customStyle="1" w:styleId="AufzZ152Lpuces152Puntielenco152ZchnZchn">
    <w:name w:val="_AufzZ 1.5  2   L puces 1.5 2   Punti elenco 1.5 2 Zchn Zchn"/>
    <w:link w:val="AufzZ152Lpuces152Puntielenco152"/>
    <w:rsid w:val="002F7873"/>
    <w:rPr>
      <w:rFonts w:ascii="Arial" w:hAnsi="Arial"/>
      <w:kern w:val="22"/>
      <w:sz w:val="22"/>
      <w:szCs w:val="18"/>
      <w:lang w:val="x-none" w:eastAsia="de-DE"/>
    </w:rPr>
  </w:style>
  <w:style w:type="paragraph" w:customStyle="1" w:styleId="AufzZ153Lpuces153Puntielenco153">
    <w:name w:val="_AufzZ 1.5  3   L puces 1.5 3   Punti elenco 1.5 3"/>
    <w:basedOn w:val="AufzZ15Lpuces15Puntielenco15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gesperrtespacspaziato">
    <w:name w:val="_gesperrt   espacé   spaziato"/>
    <w:basedOn w:val="Normal"/>
    <w:next w:val="TextkrperCorpsdetexteCorpodeltesto"/>
    <w:rsid w:val="00541C42"/>
    <w:pPr>
      <w:spacing w:before="120"/>
    </w:pPr>
    <w:rPr>
      <w:spacing w:val="60"/>
    </w:rPr>
  </w:style>
  <w:style w:type="paragraph" w:customStyle="1" w:styleId="gesperrtfettespacgrasspaziatograssetto">
    <w:name w:val="_gesperrt fett   espacé gras   spaziato grassetto"/>
    <w:basedOn w:val="gesperrtespacspaziato"/>
    <w:next w:val="TextkrperCorpsdetexteCorpodeltesto"/>
    <w:rsid w:val="00541C42"/>
    <w:rPr>
      <w:b/>
    </w:rPr>
  </w:style>
  <w:style w:type="paragraph" w:customStyle="1" w:styleId="Liste1Liste1Numeri1">
    <w:name w:val="_Liste 1.   Liste 1.   Numeri 1."/>
    <w:basedOn w:val="Normal"/>
    <w:rsid w:val="00541C42"/>
    <w:pPr>
      <w:numPr>
        <w:numId w:val="6"/>
      </w:numPr>
      <w:spacing w:before="120"/>
    </w:pPr>
  </w:style>
  <w:style w:type="paragraph" w:customStyle="1" w:styleId="Liste11zListe1interl1Numeri1interlinea1">
    <w:name w:val="_Liste 1. 1z   Liste 1. interl 1   Numeri 1. interlinea 1"/>
    <w:basedOn w:val="TextohneAbstTexteinterlignesimpleTestosenzainterlinea"/>
    <w:rsid w:val="00541C42"/>
    <w:pPr>
      <w:numPr>
        <w:numId w:val="7"/>
      </w:numPr>
    </w:pPr>
  </w:style>
  <w:style w:type="paragraph" w:customStyle="1" w:styleId="ListeaListeaLetterea">
    <w:name w:val="_Liste a.   Liste a.   Lettere a"/>
    <w:basedOn w:val="Liste1Liste1Numeri1"/>
    <w:rsid w:val="00541C42"/>
    <w:pPr>
      <w:numPr>
        <w:numId w:val="8"/>
      </w:numPr>
    </w:pPr>
  </w:style>
  <w:style w:type="paragraph" w:customStyle="1" w:styleId="Listea1zListeainterl1Lettereainterlinea1">
    <w:name w:val="_Liste a. 1z   Liste a. interl 1   Lettere a interlinea 1"/>
    <w:basedOn w:val="Liste11zListe1interl1Numeri1interlinea1"/>
    <w:rsid w:val="00541C42"/>
    <w:pPr>
      <w:numPr>
        <w:numId w:val="9"/>
      </w:numPr>
    </w:pPr>
  </w:style>
  <w:style w:type="paragraph" w:customStyle="1" w:styleId="ListeIListeINumeriI">
    <w:name w:val="_Liste I.   Liste I.   Numeri I."/>
    <w:basedOn w:val="ListeaListeaLetterea"/>
    <w:rsid w:val="00541C42"/>
    <w:pPr>
      <w:numPr>
        <w:numId w:val="10"/>
      </w:numPr>
    </w:pPr>
  </w:style>
  <w:style w:type="paragraph" w:customStyle="1" w:styleId="ListeI1zListeIinterl1NumeriIil1">
    <w:name w:val="_Liste I. 1z   Liste I. interl 1   Numeri I. il 1"/>
    <w:basedOn w:val="Listea1zListeainterl1Lettereainterlinea1"/>
    <w:rsid w:val="00541C42"/>
    <w:pPr>
      <w:numPr>
        <w:numId w:val="11"/>
      </w:numPr>
    </w:pPr>
  </w:style>
  <w:style w:type="paragraph" w:customStyle="1" w:styleId="TextkrperCorpsdetexteCorpodeltesto">
    <w:name w:val="_Textkörper   Corps de texte   Corpo del testo"/>
    <w:basedOn w:val="Normal"/>
    <w:link w:val="TextkrperCorpsdetexteCorpodeltestoZchn"/>
    <w:rsid w:val="00541C42"/>
    <w:pPr>
      <w:spacing w:before="120"/>
    </w:pPr>
  </w:style>
  <w:style w:type="paragraph" w:customStyle="1" w:styleId="TitelTitreTitolo">
    <w:name w:val="_Titel   Titre   Titolo"/>
    <w:basedOn w:val="TextkrperCorpsdetexteCorpodeltesto"/>
    <w:next w:val="TextkrperCorpsdetexteCorpodeltesto"/>
    <w:rsid w:val="00541C42"/>
    <w:pPr>
      <w:spacing w:before="360" w:after="240"/>
    </w:pPr>
    <w:rPr>
      <w:b/>
      <w:sz w:val="34"/>
    </w:rPr>
  </w:style>
  <w:style w:type="paragraph" w:customStyle="1" w:styleId="Titel0Titre0Titolo0">
    <w:name w:val="_Titel 0   Titre 0   Titolo 0"/>
    <w:basedOn w:val="Normal"/>
    <w:next w:val="TextkrperCorpsdetexteCorpodeltesto"/>
    <w:rsid w:val="00541C42"/>
    <w:pPr>
      <w:spacing w:before="360" w:after="120"/>
    </w:pPr>
    <w:rPr>
      <w:b/>
      <w:sz w:val="26"/>
    </w:rPr>
  </w:style>
  <w:style w:type="paragraph" w:customStyle="1" w:styleId="berschrift1Titre1Titolo1">
    <w:name w:val="_Überschrift_1   Titre_1   Titolo_1"/>
    <w:basedOn w:val="Titre1"/>
    <w:next w:val="TextkrperCorpsdetexteCorpodeltesto"/>
    <w:rsid w:val="00541C42"/>
    <w:pPr>
      <w:numPr>
        <w:numId w:val="12"/>
      </w:numPr>
      <w:spacing w:after="240"/>
    </w:pPr>
    <w:rPr>
      <w:sz w:val="26"/>
    </w:rPr>
  </w:style>
  <w:style w:type="paragraph" w:customStyle="1" w:styleId="berschrift2Titre2Titolo2">
    <w:name w:val="_Überschrift_2   Titre_2   Titolo_2"/>
    <w:basedOn w:val="Titre2"/>
    <w:next w:val="TextkrperCorpsdetexteCorpodeltesto"/>
    <w:rsid w:val="00541C42"/>
    <w:pPr>
      <w:numPr>
        <w:ilvl w:val="1"/>
        <w:numId w:val="12"/>
      </w:numPr>
    </w:pPr>
  </w:style>
  <w:style w:type="paragraph" w:customStyle="1" w:styleId="berschrift3Titre3Titolo3">
    <w:name w:val="_Überschrift_3   Titre_3   Titolo_3"/>
    <w:basedOn w:val="Titre3"/>
    <w:next w:val="TextkrperCorpsdetexteCorpodeltesto"/>
    <w:rsid w:val="00541C42"/>
    <w:pPr>
      <w:numPr>
        <w:ilvl w:val="2"/>
        <w:numId w:val="12"/>
      </w:numPr>
    </w:pPr>
  </w:style>
  <w:style w:type="paragraph" w:customStyle="1" w:styleId="berschrift4Titre4Titolo4">
    <w:name w:val="_Überschrift_4   Titre_4   Titolo_4"/>
    <w:basedOn w:val="Titre4"/>
    <w:next w:val="TextkrperCorpsdetexteCorpodeltesto"/>
    <w:rsid w:val="00541C42"/>
    <w:pPr>
      <w:numPr>
        <w:ilvl w:val="3"/>
        <w:numId w:val="12"/>
      </w:numPr>
    </w:pPr>
    <w:rPr>
      <w:rFonts w:ascii="Arial" w:hAnsi="Arial"/>
      <w:sz w:val="22"/>
    </w:rPr>
  </w:style>
  <w:style w:type="paragraph" w:styleId="En-tte">
    <w:name w:val="header"/>
    <w:basedOn w:val="Normal"/>
    <w:rsid w:val="0097025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B3DC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EB3DC8"/>
  </w:style>
  <w:style w:type="table" w:styleId="Grilledutableau">
    <w:name w:val="Table Grid"/>
    <w:basedOn w:val="TableauNormal"/>
    <w:rsid w:val="004D435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CorpsdetexteCorpodeltestoZchn">
    <w:name w:val="_Textkörper   Corps de texte   Corpo del testo Zchn"/>
    <w:link w:val="TextkrperCorpsdetexteCorpodeltesto"/>
    <w:rsid w:val="00D17D86"/>
    <w:rPr>
      <w:rFonts w:ascii="Arial" w:hAnsi="Arial"/>
      <w:kern w:val="22"/>
      <w:sz w:val="22"/>
      <w:szCs w:val="18"/>
      <w:lang w:val="de-CH" w:eastAsia="de-DE" w:bidi="ar-SA"/>
    </w:rPr>
  </w:style>
  <w:style w:type="paragraph" w:customStyle="1" w:styleId="AufzZ1linksbndig">
    <w:name w:val="_AufzZ 1 linksbündig"/>
    <w:basedOn w:val="AufzZ12Lpuces12Puntielenco12"/>
    <w:next w:val="TextkrperCorpsdetexteCorpodeltesto"/>
    <w:rsid w:val="00D17D86"/>
    <w:pPr>
      <w:tabs>
        <w:tab w:val="num" w:pos="284"/>
      </w:tabs>
      <w:ind w:left="284" w:hanging="284"/>
    </w:pPr>
    <w:rPr>
      <w:szCs w:val="20"/>
    </w:rPr>
  </w:style>
  <w:style w:type="paragraph" w:customStyle="1" w:styleId="AufzZ15linksbndig">
    <w:name w:val="_AufzZ 1.5 linksbündig"/>
    <w:basedOn w:val="Normal"/>
    <w:next w:val="TextkrperCorpsdetexteCorpodeltesto"/>
    <w:rsid w:val="00D17D86"/>
    <w:pPr>
      <w:numPr>
        <w:ilvl w:val="1"/>
        <w:numId w:val="5"/>
      </w:numPr>
      <w:tabs>
        <w:tab w:val="clear" w:pos="1080"/>
        <w:tab w:val="num" w:pos="284"/>
      </w:tabs>
      <w:spacing w:before="120"/>
      <w:ind w:left="284" w:hanging="284"/>
    </w:pPr>
    <w:rPr>
      <w:szCs w:val="20"/>
    </w:rPr>
  </w:style>
  <w:style w:type="table" w:customStyle="1" w:styleId="Tabelle">
    <w:name w:val="_Tabelle"/>
    <w:basedOn w:val="TableauNormal"/>
    <w:rsid w:val="00D17D86"/>
    <w:pPr>
      <w:spacing w:before="120" w:after="120"/>
    </w:pPr>
    <w:rPr>
      <w:rFonts w:ascii="Arial" w:hAnsi="Arial"/>
      <w:sz w:val="22"/>
    </w:rPr>
    <w:tblPr/>
  </w:style>
  <w:style w:type="paragraph" w:customStyle="1" w:styleId="TabelleNummerierung">
    <w:name w:val="_Tabelle Nummerierung"/>
    <w:basedOn w:val="Normal"/>
    <w:next w:val="Normal"/>
    <w:rsid w:val="00D17D86"/>
    <w:pPr>
      <w:numPr>
        <w:numId w:val="15"/>
      </w:numPr>
      <w:overflowPunct/>
      <w:autoSpaceDE/>
      <w:autoSpaceDN/>
      <w:adjustRightInd/>
      <w:spacing w:before="120" w:after="120"/>
      <w:textAlignment w:val="auto"/>
    </w:pPr>
    <w:rPr>
      <w:rFonts w:cs="Arial"/>
      <w:noProof/>
      <w:kern w:val="0"/>
      <w:szCs w:val="24"/>
    </w:rPr>
  </w:style>
  <w:style w:type="character" w:styleId="Lienhypertexte">
    <w:name w:val="Hyperlink"/>
    <w:rsid w:val="00751E76"/>
    <w:rPr>
      <w:color w:val="0000FF"/>
      <w:u w:val="single"/>
    </w:rPr>
  </w:style>
  <w:style w:type="paragraph" w:customStyle="1" w:styleId="FormatvorlageAufzZ1linksbndig10pt">
    <w:name w:val="Formatvorlage _AufzZ 1 linksbündig + 10 pt"/>
    <w:basedOn w:val="AufzZ1linksbndig"/>
    <w:rsid w:val="00286737"/>
    <w:pPr>
      <w:tabs>
        <w:tab w:val="num" w:pos="170"/>
      </w:tabs>
    </w:pPr>
    <w:rPr>
      <w:sz w:val="20"/>
    </w:rPr>
  </w:style>
  <w:style w:type="paragraph" w:styleId="Listepuces">
    <w:name w:val="List Bullet"/>
    <w:basedOn w:val="Normal"/>
    <w:autoRedefine/>
    <w:rsid w:val="00CF68DC"/>
    <w:pPr>
      <w:numPr>
        <w:numId w:val="21"/>
      </w:numPr>
      <w:tabs>
        <w:tab w:val="left" w:pos="7938"/>
      </w:tabs>
      <w:overflowPunct/>
      <w:autoSpaceDE/>
      <w:autoSpaceDN/>
      <w:adjustRightInd/>
      <w:spacing w:line="280" w:lineRule="atLeast"/>
      <w:textAlignment w:val="auto"/>
    </w:pPr>
    <w:rPr>
      <w:kern w:val="0"/>
      <w:sz w:val="20"/>
      <w:szCs w:val="20"/>
    </w:rPr>
  </w:style>
  <w:style w:type="paragraph" w:styleId="Textedebulles">
    <w:name w:val="Balloon Text"/>
    <w:basedOn w:val="Normal"/>
    <w:link w:val="TextedebullesCar"/>
    <w:rsid w:val="00E87788"/>
    <w:rPr>
      <w:rFonts w:ascii="Segoe UI" w:hAnsi="Segoe UI" w:cs="Segoe UI"/>
      <w:sz w:val="18"/>
    </w:rPr>
  </w:style>
  <w:style w:type="character" w:customStyle="1" w:styleId="TextedebullesCar">
    <w:name w:val="Texte de bulles Car"/>
    <w:basedOn w:val="Policepardfaut"/>
    <w:link w:val="Textedebulles"/>
    <w:rsid w:val="00E87788"/>
    <w:rPr>
      <w:rFonts w:ascii="Segoe UI" w:hAnsi="Segoe UI" w:cs="Segoe UI"/>
      <w:kern w:val="22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9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VBSTemplates\OU02\BABS\Arbeitspapier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Arbeitspapier</Template>
  <TotalTime>0</TotalTime>
  <Pages>1</Pages>
  <Words>61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Telekommunikation Kaderkurs Gruppenführer Telematik</vt:lpstr>
      <vt:lpstr>Telekommunikation Kaderkurs Gruppenführer Telematik</vt:lpstr>
    </vt:vector>
  </TitlesOfParts>
  <Company>BURAUT VBS</Company>
  <LinksUpToDate>false</LinksUpToDate>
  <CharactersWithSpaces>757</CharactersWithSpaces>
  <SharedDoc>false</SharedDoc>
  <HyperlinkBase>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Telekommunikation Kaderkurs Gruppenführer Telematik</dc:title>
  <dc:subject>Anlassbezogene Weisungen 2013</dc:subject>
  <dc:creator>Coray Beat BABS</dc:creator>
  <cp:keywords>BABS 13</cp:keywords>
  <cp:lastModifiedBy>Frisa Yoann BABS</cp:lastModifiedBy>
  <cp:revision>2</cp:revision>
  <cp:lastPrinted>2016-10-05T06:35:00Z</cp:lastPrinted>
  <dcterms:created xsi:type="dcterms:W3CDTF">2021-06-03T12:35:00Z</dcterms:created>
  <dcterms:modified xsi:type="dcterms:W3CDTF">2021-06-03T12:35:00Z</dcterms:modified>
</cp:coreProperties>
</file>